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26146" w14:textId="1B76AAEB" w:rsidR="006163B5" w:rsidRPr="004C3D7B" w:rsidRDefault="007C1B99" w:rsidP="00A4404C">
      <w:pPr>
        <w:pStyle w:val="Titredudocument"/>
      </w:pPr>
      <w:r w:rsidRPr="004C3D7B">
        <w:t xml:space="preserve">Fiche </w:t>
      </w:r>
      <w:r w:rsidR="001F2E5B" w:rsidRPr="004C3D7B">
        <w:t>élève</w:t>
      </w:r>
      <w:r w:rsidR="003C0FA7" w:rsidRPr="004C3D7B">
        <w:t> :</w:t>
      </w:r>
      <w:r w:rsidR="00CC764B" w:rsidRPr="004C3D7B">
        <w:t xml:space="preserve"> </w:t>
      </w:r>
      <w:r w:rsidR="003C0FA7" w:rsidRPr="004C3D7B">
        <w:t>«</w:t>
      </w:r>
      <w:r w:rsidR="00FB4986">
        <w:t> </w:t>
      </w:r>
      <w:r w:rsidR="003C0FA7" w:rsidRPr="004C3D7B">
        <w:t xml:space="preserve">Je </w:t>
      </w:r>
      <w:r w:rsidR="007C1DE5" w:rsidRPr="004C3D7B">
        <w:t>comprends</w:t>
      </w:r>
      <w:r w:rsidR="00FB4986">
        <w:t> </w:t>
      </w:r>
      <w:r w:rsidR="003C0FA7" w:rsidRPr="004C3D7B">
        <w:t xml:space="preserve">» </w:t>
      </w:r>
      <w:r w:rsidR="00CC764B" w:rsidRPr="004C3D7B">
        <w:t>(</w:t>
      </w:r>
      <w:r w:rsidR="003C0FA7" w:rsidRPr="004C3D7B">
        <w:t>C</w:t>
      </w:r>
      <w:r w:rsidR="00217F42" w:rsidRPr="004C3D7B">
        <w:t>4</w:t>
      </w:r>
      <w:r w:rsidR="00CC764B" w:rsidRPr="004C3D7B">
        <w:t>)</w:t>
      </w:r>
    </w:p>
    <w:p w14:paraId="0B526149" w14:textId="1A85EC6E" w:rsidR="006163B5" w:rsidRPr="004C3D7B" w:rsidRDefault="007C1B99" w:rsidP="00A4404C">
      <w:pPr>
        <w:pStyle w:val="Encartgras"/>
        <w:rPr>
          <w:rFonts w:eastAsiaTheme="minorHAnsi"/>
          <w:i/>
        </w:rPr>
      </w:pPr>
      <w:r w:rsidRPr="004C3D7B">
        <w:rPr>
          <w:bCs/>
        </w:rPr>
        <w:t>Domaine</w:t>
      </w:r>
      <w:r w:rsidR="00FB4986">
        <w:rPr>
          <w:bCs/>
        </w:rPr>
        <w:t> </w:t>
      </w:r>
      <w:r w:rsidRPr="004C3D7B">
        <w:rPr>
          <w:bCs/>
        </w:rPr>
        <w:t xml:space="preserve">: </w:t>
      </w:r>
      <w:r w:rsidRPr="004C3D7B">
        <w:rPr>
          <w:rFonts w:eastAsiaTheme="minorHAnsi"/>
        </w:rPr>
        <w:t>Nombres et calculs</w:t>
      </w:r>
    </w:p>
    <w:p w14:paraId="7720B59A" w14:textId="35D5E245" w:rsidR="00193EC9" w:rsidRPr="004C3D7B" w:rsidRDefault="007C1B99" w:rsidP="00A4404C">
      <w:pPr>
        <w:pStyle w:val="Encartgras"/>
        <w:rPr>
          <w:rFonts w:eastAsiaTheme="minorHAnsi"/>
        </w:rPr>
      </w:pPr>
      <w:r w:rsidRPr="004C3D7B">
        <w:t xml:space="preserve">Sous thème : </w:t>
      </w:r>
      <w:r w:rsidR="00C46165" w:rsidRPr="004C3D7B">
        <w:rPr>
          <w:rFonts w:eastAsiaTheme="minorHAnsi"/>
        </w:rPr>
        <w:t>Calcul littéral</w:t>
      </w:r>
      <w:r w:rsidR="0084370F" w:rsidRPr="004C3D7B">
        <w:rPr>
          <w:rFonts w:eastAsiaTheme="minorHAnsi"/>
        </w:rPr>
        <w:t xml:space="preserve"> – Production d’expressions</w:t>
      </w:r>
      <w:r w:rsidR="009D0F8E" w:rsidRPr="004C3D7B">
        <w:rPr>
          <w:rFonts w:eastAsiaTheme="minorHAnsi"/>
        </w:rPr>
        <w:t xml:space="preserve"> – Longueurs</w:t>
      </w:r>
    </w:p>
    <w:p w14:paraId="19D89F34" w14:textId="093DA316" w:rsidR="009D0F8E" w:rsidRPr="004C3D7B" w:rsidRDefault="00A4404C" w:rsidP="00A4404C">
      <w:pPr>
        <w:pStyle w:val="Titre1"/>
        <w:rPr>
          <w:sz w:val="24"/>
        </w:rPr>
      </w:pPr>
      <w:r>
        <w:t>Je comprends</w:t>
      </w:r>
    </w:p>
    <w:p w14:paraId="5EF0958E" w14:textId="7682D5CA" w:rsidR="009D0F8E" w:rsidRPr="004C3D7B" w:rsidRDefault="009D0F8E" w:rsidP="009D0F8E">
      <w:pPr>
        <w:pStyle w:val="Paragraphedeliste"/>
        <w:numPr>
          <w:ilvl w:val="0"/>
          <w:numId w:val="34"/>
        </w:numPr>
        <w:rPr>
          <w:iCs w:val="0"/>
        </w:rPr>
      </w:pPr>
      <w:r w:rsidRPr="004C3D7B">
        <w:t>Il faut bien observer les informations sur les figures, en particulier le codage s’il y en a un.</w:t>
      </w:r>
    </w:p>
    <w:p w14:paraId="725ED804" w14:textId="15AD07A1" w:rsidR="009D0F8E" w:rsidRPr="004C3D7B" w:rsidRDefault="009D0F8E" w:rsidP="009D0F8E">
      <w:pPr>
        <w:pStyle w:val="Paragraphedeliste"/>
        <w:numPr>
          <w:ilvl w:val="0"/>
          <w:numId w:val="34"/>
        </w:numPr>
        <w:rPr>
          <w:iCs w:val="0"/>
        </w:rPr>
      </w:pPr>
      <w:r w:rsidRPr="004C3D7B">
        <w:t>Il ne faut pas confondre les notations pour réduire les expressions</w:t>
      </w:r>
      <w:r w:rsidR="00E22A42" w:rsidRPr="004C3D7B">
        <w:t xml:space="preserve"> littérales</w:t>
      </w:r>
      <w:r w:rsidRPr="004C3D7B">
        <w:t xml:space="preserve"> (voir fiche de positionnement</w:t>
      </w:r>
      <w:r w:rsidR="00FB4986">
        <w:t> </w:t>
      </w:r>
      <w:r w:rsidRPr="004C3D7B">
        <w:t>P1</w:t>
      </w:r>
      <w:r w:rsidR="00B05762" w:rsidRPr="004C3D7B">
        <w:t xml:space="preserve"> et fiches d’accompagnement</w:t>
      </w:r>
      <w:r w:rsidR="00FB4986">
        <w:t> </w:t>
      </w:r>
      <w:r w:rsidR="00B05762" w:rsidRPr="004C3D7B">
        <w:t>C1, C2, E2 et A</w:t>
      </w:r>
      <w:r w:rsidRPr="004C3D7B">
        <w:t>).</w:t>
      </w:r>
    </w:p>
    <w:p w14:paraId="0D8897C8" w14:textId="0FBADD5F" w:rsidR="00CF05A6" w:rsidRPr="004C3D7B" w:rsidRDefault="009D0F8E" w:rsidP="00A87869">
      <w:pPr>
        <w:pStyle w:val="Paragraphedeliste"/>
        <w:numPr>
          <w:ilvl w:val="0"/>
          <w:numId w:val="34"/>
        </w:numPr>
        <w:ind w:left="714" w:hanging="357"/>
        <w:contextualSpacing w:val="0"/>
        <w:rPr>
          <w:iCs w:val="0"/>
        </w:rPr>
      </w:pPr>
      <w:r w:rsidRPr="004C3D7B">
        <w:t>Quand trois points M, N et P sont alignés, il y a deux cas</w:t>
      </w:r>
      <w:r w:rsidR="00F92CF3" w:rsidRPr="004C3D7B">
        <w:t xml:space="preserve"> qui servent de base</w:t>
      </w:r>
      <w:r w:rsidR="00CF05A6" w:rsidRPr="004C3D7B">
        <w:t xml:space="preserve"> pour toutes les autres situations</w:t>
      </w:r>
      <w:r w:rsidR="00FB4986">
        <w:t> </w:t>
      </w:r>
      <w:r w:rsidRPr="004C3D7B">
        <w:t>:</w:t>
      </w:r>
    </w:p>
    <w:p w14:paraId="37E29463" w14:textId="13828DA3" w:rsidR="009D0F8E" w:rsidRPr="004C3D7B" w:rsidRDefault="009D0F8E" w:rsidP="00A87869">
      <w:pPr>
        <w:pStyle w:val="Paragraphedeliste"/>
        <w:numPr>
          <w:ilvl w:val="1"/>
          <w:numId w:val="34"/>
        </w:numPr>
        <w:rPr>
          <w:iCs w:val="0"/>
          <w:color w:val="5B9BD5" w:themeColor="accent1"/>
        </w:rPr>
      </w:pPr>
      <w:r w:rsidRPr="004C3D7B">
        <w:rPr>
          <w:color w:val="5B9BD5" w:themeColor="accent1"/>
        </w:rPr>
        <w:t>Cas</w:t>
      </w:r>
      <w:r w:rsidR="00FB4986">
        <w:rPr>
          <w:color w:val="5B9BD5" w:themeColor="accent1"/>
        </w:rPr>
        <w:t> </w:t>
      </w:r>
      <w:r w:rsidRPr="004C3D7B">
        <w:rPr>
          <w:color w:val="5B9BD5" w:themeColor="accent1"/>
        </w:rPr>
        <w:t>1 : M, N et P sont alignés dans cet ordre :</w:t>
      </w:r>
    </w:p>
    <w:p w14:paraId="0763351D" w14:textId="03F95EEC" w:rsidR="009D0F8E" w:rsidRPr="004C3D7B" w:rsidRDefault="009D0F8E" w:rsidP="009D0F8E">
      <w:pPr>
        <w:pStyle w:val="Paragraphedeliste"/>
        <w:jc w:val="center"/>
        <w:rPr>
          <w:iCs w:val="0"/>
        </w:rPr>
      </w:pPr>
      <w:r w:rsidRPr="004C3D7B">
        <w:rPr>
          <w:noProof/>
          <w:sz w:val="21"/>
          <w:szCs w:val="21"/>
        </w:rPr>
        <w:drawing>
          <wp:inline distT="0" distB="0" distL="0" distR="0" wp14:anchorId="10BB3EDB" wp14:editId="316C6E39">
            <wp:extent cx="1895301" cy="410238"/>
            <wp:effectExtent l="0" t="0" r="0" b="0"/>
            <wp:docPr id="2050953541" name="Image 2050953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365189" name="Image 1440365189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885" cy="429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E4606" w14:textId="349F0DF9" w:rsidR="009D0F8E" w:rsidRPr="004C3D7B" w:rsidRDefault="009D0F8E" w:rsidP="00A87869">
      <w:pPr>
        <w:pStyle w:val="Paragraphedeliste"/>
        <w:spacing w:after="240"/>
        <w:contextualSpacing w:val="0"/>
        <w:rPr>
          <w:iCs w:val="0"/>
        </w:rPr>
      </w:pPr>
      <w:r w:rsidRPr="004C3D7B">
        <w:t xml:space="preserve">Alors la longueur MP est la </w:t>
      </w:r>
      <w:r w:rsidRPr="004C3D7B">
        <w:rPr>
          <w:color w:val="5B9BD5" w:themeColor="accent1"/>
        </w:rPr>
        <w:t>somme</w:t>
      </w:r>
      <w:r w:rsidRPr="004C3D7B">
        <w:t xml:space="preserve"> des longueurs MN et NP, c’est donc </w:t>
      </w:r>
      <m:oMath>
        <m:r>
          <w:rPr>
            <w:rFonts w:ascii="Cambria Math" w:hAnsi="Cambria Math"/>
            <w:color w:val="5B9BD5" w:themeColor="accent1"/>
          </w:rPr>
          <m:t>a + b</m:t>
        </m:r>
      </m:oMath>
      <w:r w:rsidRPr="004C3D7B">
        <w:t>.</w:t>
      </w:r>
    </w:p>
    <w:p w14:paraId="2951258D" w14:textId="5F8DBD86" w:rsidR="009D0F8E" w:rsidRPr="004C3D7B" w:rsidRDefault="009D0F8E" w:rsidP="00A87869">
      <w:pPr>
        <w:pStyle w:val="Paragraphedeliste"/>
        <w:numPr>
          <w:ilvl w:val="1"/>
          <w:numId w:val="34"/>
        </w:numPr>
        <w:spacing w:before="240"/>
        <w:rPr>
          <w:iCs w:val="0"/>
          <w:color w:val="ED7D31" w:themeColor="accent2"/>
        </w:rPr>
      </w:pPr>
      <w:r w:rsidRPr="004C3D7B">
        <w:rPr>
          <w:color w:val="ED7D31" w:themeColor="accent2"/>
        </w:rPr>
        <w:t>Cas</w:t>
      </w:r>
      <w:r w:rsidR="00FB4986">
        <w:rPr>
          <w:color w:val="ED7D31" w:themeColor="accent2"/>
        </w:rPr>
        <w:t> </w:t>
      </w:r>
      <w:r w:rsidRPr="004C3D7B">
        <w:rPr>
          <w:color w:val="ED7D31" w:themeColor="accent2"/>
        </w:rPr>
        <w:t>2 : M, P et N sont alignés dans cet ordre :</w:t>
      </w:r>
    </w:p>
    <w:p w14:paraId="291A66D2" w14:textId="4312B614" w:rsidR="009D0F8E" w:rsidRPr="004C3D7B" w:rsidRDefault="009D0F8E" w:rsidP="009D0F8E">
      <w:pPr>
        <w:pStyle w:val="Paragraphedeliste"/>
        <w:jc w:val="center"/>
        <w:rPr>
          <w:iCs w:val="0"/>
        </w:rPr>
      </w:pPr>
      <w:r w:rsidRPr="004C3D7B">
        <w:rPr>
          <w:noProof/>
          <w:sz w:val="21"/>
          <w:szCs w:val="21"/>
        </w:rPr>
        <w:drawing>
          <wp:inline distT="0" distB="0" distL="0" distR="0" wp14:anchorId="3FDFF887" wp14:editId="27CD5FDE">
            <wp:extent cx="1787773" cy="490451"/>
            <wp:effectExtent l="0" t="0" r="3175" b="5080"/>
            <wp:docPr id="1341066581" name="Image 1341066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279090" name="Image 1134279090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960" cy="511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E1539" w14:textId="7544553F" w:rsidR="009D0F8E" w:rsidRPr="004C3D7B" w:rsidRDefault="009D0F8E" w:rsidP="009D0F8E">
      <w:pPr>
        <w:pStyle w:val="Paragraphedeliste"/>
        <w:rPr>
          <w:iCs w:val="0"/>
        </w:rPr>
      </w:pPr>
      <w:r w:rsidRPr="004C3D7B">
        <w:t xml:space="preserve">Alors la longueur MP est la </w:t>
      </w:r>
      <w:r w:rsidRPr="004C3D7B">
        <w:rPr>
          <w:color w:val="ED7D31" w:themeColor="accent2"/>
        </w:rPr>
        <w:t>différence</w:t>
      </w:r>
      <w:r w:rsidRPr="004C3D7B">
        <w:t xml:space="preserve"> des longueurs MN et PN, c’est donc </w:t>
      </w:r>
      <m:oMath>
        <m:r>
          <w:rPr>
            <w:rFonts w:ascii="Cambria Math" w:hAnsi="Cambria Math"/>
            <w:color w:val="ED7D31" w:themeColor="accent2"/>
          </w:rPr>
          <m:t>a - b</m:t>
        </m:r>
      </m:oMath>
      <w:r w:rsidRPr="004C3D7B">
        <w:t>.</w:t>
      </w:r>
    </w:p>
    <w:p w14:paraId="1CA62743" w14:textId="77777777" w:rsidR="00A4404C" w:rsidRDefault="00A4404C" w:rsidP="00A4404C">
      <w:pPr>
        <w:pStyle w:val="Titre1"/>
        <w:spacing w:before="100" w:after="100"/>
      </w:pPr>
      <w:r>
        <w:t>Je m’exerce</w:t>
      </w:r>
    </w:p>
    <w:p w14:paraId="31DB9118" w14:textId="0B7C2A1B" w:rsidR="0084370F" w:rsidRPr="004C3D7B" w:rsidRDefault="0074206B" w:rsidP="00A87869">
      <w:pPr>
        <w:pStyle w:val="Titre2"/>
        <w:rPr>
          <w:szCs w:val="24"/>
        </w:rPr>
      </w:pPr>
      <w:r w:rsidRPr="004C3D7B">
        <w:rPr>
          <w:szCs w:val="24"/>
        </w:rPr>
        <w:t>Exercice</w:t>
      </w:r>
      <w:r w:rsidR="00FB4986">
        <w:rPr>
          <w:szCs w:val="24"/>
        </w:rPr>
        <w:t> </w:t>
      </w:r>
      <w:r w:rsidRPr="004C3D7B">
        <w:rPr>
          <w:szCs w:val="24"/>
        </w:rPr>
        <w:t>1 : j</w:t>
      </w:r>
      <w:r w:rsidR="005C56EF" w:rsidRPr="004C3D7B">
        <w:rPr>
          <w:szCs w:val="24"/>
        </w:rPr>
        <w:t>e m’entraîne</w:t>
      </w:r>
      <w:r w:rsidR="00596F95" w:rsidRPr="004C3D7B">
        <w:rPr>
          <w:szCs w:val="24"/>
        </w:rPr>
        <w:t xml:space="preserve"> avec des figures</w:t>
      </w:r>
    </w:p>
    <w:p w14:paraId="7F7D5794" w14:textId="7B5D6DF2" w:rsidR="009A7EB7" w:rsidRPr="004C3D7B" w:rsidRDefault="005A0982" w:rsidP="00A87869">
      <w:r w:rsidRPr="004C3D7B">
        <w:t>Dans chacune des figures suivantes, les différents points sont tous alignés.</w:t>
      </w:r>
      <w:r w:rsidR="005C56EF" w:rsidRPr="004C3D7B">
        <w:t xml:space="preserve"> </w:t>
      </w:r>
      <w:r w:rsidR="001F2E5B" w:rsidRPr="004C3D7B">
        <w:t>E</w:t>
      </w:r>
      <w:r w:rsidR="009D0F8E" w:rsidRPr="004C3D7B">
        <w:t xml:space="preserve">xprimer, en fonction de </w:t>
      </w:r>
      <m:oMath>
        <m:r>
          <w:rPr>
            <w:rFonts w:ascii="Cambria Math" w:hAnsi="Cambria Math"/>
          </w:rPr>
          <m:t>a</m:t>
        </m:r>
      </m:oMath>
      <w:r w:rsidR="009D0F8E" w:rsidRPr="004C3D7B">
        <w:t xml:space="preserve"> </w:t>
      </w:r>
      <w:r w:rsidR="00B05762" w:rsidRPr="004C3D7B">
        <w:t>(</w:t>
      </w:r>
      <w:r w:rsidR="009D0F8E" w:rsidRPr="004C3D7B">
        <w:t xml:space="preserve">et </w:t>
      </w:r>
      <m:oMath>
        <m:r>
          <w:rPr>
            <w:rFonts w:ascii="Cambria Math" w:hAnsi="Cambria Math"/>
          </w:rPr>
          <m:t>b</m:t>
        </m:r>
      </m:oMath>
      <w:r w:rsidR="00B05762" w:rsidRPr="004C3D7B">
        <w:t>)</w:t>
      </w:r>
      <w:r w:rsidR="001F2E5B" w:rsidRPr="004C3D7B">
        <w:t>,</w:t>
      </w:r>
      <w:r w:rsidR="009D0F8E" w:rsidRPr="004C3D7B">
        <w:t xml:space="preserve"> la longueur MP</w:t>
      </w:r>
      <w:r w:rsidRPr="004C3D7B">
        <w:t>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C56EF" w:rsidRPr="00A4404C" w14:paraId="1C8B6636" w14:textId="77777777" w:rsidTr="001C16FE">
        <w:trPr>
          <w:trHeight w:hRule="exact" w:val="797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47E8BC36" w14:textId="2EE7F501" w:rsidR="009D0F8E" w:rsidRPr="00A4404C" w:rsidRDefault="009D0F8E" w:rsidP="009D0F8E">
            <w:pPr>
              <w:jc w:val="center"/>
              <w:rPr>
                <w:b/>
                <w:bCs/>
                <w:sz w:val="22"/>
                <w:szCs w:val="21"/>
              </w:rPr>
            </w:pPr>
            <w:r w:rsidRPr="00A4404C">
              <w:rPr>
                <w:b/>
                <w:bCs/>
                <w:sz w:val="22"/>
                <w:szCs w:val="21"/>
              </w:rPr>
              <w:t>Figure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6894E3D" w14:textId="69076177" w:rsidR="009D0F8E" w:rsidRPr="00A4404C" w:rsidRDefault="009D0F8E" w:rsidP="009D0F8E">
            <w:pPr>
              <w:jc w:val="center"/>
              <w:rPr>
                <w:b/>
                <w:bCs/>
                <w:sz w:val="22"/>
                <w:szCs w:val="21"/>
              </w:rPr>
            </w:pPr>
            <w:r w:rsidRPr="00A4404C">
              <w:rPr>
                <w:b/>
                <w:bCs/>
                <w:sz w:val="22"/>
                <w:szCs w:val="21"/>
              </w:rPr>
              <w:t>Longueur MP</w:t>
            </w:r>
          </w:p>
        </w:tc>
      </w:tr>
      <w:tr w:rsidR="005C56EF" w:rsidRPr="004C3D7B" w14:paraId="1BF600E0" w14:textId="77777777" w:rsidTr="001C16FE">
        <w:trPr>
          <w:trHeight w:hRule="exact" w:val="1304"/>
          <w:jc w:val="center"/>
        </w:trPr>
        <w:tc>
          <w:tcPr>
            <w:tcW w:w="5228" w:type="dxa"/>
            <w:vAlign w:val="center"/>
          </w:tcPr>
          <w:p w14:paraId="2ADCD63F" w14:textId="1FA28929" w:rsidR="009D0F8E" w:rsidRPr="004C3D7B" w:rsidRDefault="00A20A59" w:rsidP="009D0F8E">
            <w:pPr>
              <w:jc w:val="center"/>
              <w:rPr>
                <w:sz w:val="21"/>
                <w:szCs w:val="21"/>
              </w:rPr>
            </w:pPr>
            <w:r w:rsidRPr="004C3D7B">
              <w:rPr>
                <w:noProof/>
                <w:sz w:val="21"/>
                <w:szCs w:val="21"/>
              </w:rPr>
              <w:drawing>
                <wp:inline distT="0" distB="0" distL="0" distR="0" wp14:anchorId="3461CC88" wp14:editId="64A3839C">
                  <wp:extent cx="1404850" cy="374943"/>
                  <wp:effectExtent l="0" t="0" r="5080" b="6350"/>
                  <wp:docPr id="142781445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814451" name="Image 142781445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99" cy="3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7514044D" w14:textId="77777777" w:rsidR="009D0F8E" w:rsidRPr="004C3D7B" w:rsidRDefault="009D0F8E" w:rsidP="009D0F8E">
            <w:pPr>
              <w:jc w:val="center"/>
              <w:rPr>
                <w:sz w:val="21"/>
                <w:szCs w:val="21"/>
              </w:rPr>
            </w:pPr>
          </w:p>
        </w:tc>
      </w:tr>
      <w:tr w:rsidR="005C56EF" w:rsidRPr="004C3D7B" w14:paraId="10A70BAC" w14:textId="77777777" w:rsidTr="001C16FE">
        <w:trPr>
          <w:trHeight w:hRule="exact" w:val="1304"/>
          <w:jc w:val="center"/>
        </w:trPr>
        <w:tc>
          <w:tcPr>
            <w:tcW w:w="5228" w:type="dxa"/>
            <w:vAlign w:val="center"/>
          </w:tcPr>
          <w:p w14:paraId="478C5170" w14:textId="6F46F07A" w:rsidR="009D0F8E" w:rsidRPr="004C3D7B" w:rsidRDefault="002312EF" w:rsidP="009D0F8E">
            <w:pPr>
              <w:jc w:val="center"/>
              <w:rPr>
                <w:sz w:val="21"/>
                <w:szCs w:val="21"/>
              </w:rPr>
            </w:pPr>
            <w:r w:rsidRPr="004C3D7B">
              <w:rPr>
                <w:noProof/>
                <w:sz w:val="21"/>
                <w:szCs w:val="21"/>
              </w:rPr>
              <w:drawing>
                <wp:inline distT="0" distB="0" distL="0" distR="0" wp14:anchorId="0F846412" wp14:editId="71230DFA">
                  <wp:extent cx="1820487" cy="430802"/>
                  <wp:effectExtent l="0" t="0" r="0" b="1270"/>
                  <wp:docPr id="189154323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1543235" name="Image 1891543235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46" cy="451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6D1D1B23" w14:textId="77777777" w:rsidR="009D0F8E" w:rsidRPr="004C3D7B" w:rsidRDefault="009D0F8E" w:rsidP="009D0F8E">
            <w:pPr>
              <w:jc w:val="center"/>
              <w:rPr>
                <w:sz w:val="21"/>
                <w:szCs w:val="21"/>
              </w:rPr>
            </w:pPr>
          </w:p>
        </w:tc>
      </w:tr>
      <w:tr w:rsidR="005C56EF" w:rsidRPr="004C3D7B" w14:paraId="34561D00" w14:textId="77777777" w:rsidTr="001C16FE">
        <w:trPr>
          <w:trHeight w:hRule="exact" w:val="1304"/>
          <w:jc w:val="center"/>
        </w:trPr>
        <w:tc>
          <w:tcPr>
            <w:tcW w:w="5228" w:type="dxa"/>
            <w:vAlign w:val="center"/>
          </w:tcPr>
          <w:p w14:paraId="737785FF" w14:textId="79E45C1E" w:rsidR="009D0F8E" w:rsidRPr="004C3D7B" w:rsidRDefault="006A5C6B" w:rsidP="009D0F8E">
            <w:pPr>
              <w:jc w:val="center"/>
              <w:rPr>
                <w:sz w:val="21"/>
                <w:szCs w:val="21"/>
              </w:rPr>
            </w:pPr>
            <w:r w:rsidRPr="004C3D7B">
              <w:rPr>
                <w:noProof/>
                <w:sz w:val="21"/>
                <w:szCs w:val="21"/>
              </w:rPr>
              <w:drawing>
                <wp:inline distT="0" distB="0" distL="0" distR="0" wp14:anchorId="48AEDC6A" wp14:editId="374E5D58">
                  <wp:extent cx="1803862" cy="631767"/>
                  <wp:effectExtent l="0" t="0" r="0" b="3810"/>
                  <wp:docPr id="1890683752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0683752" name="Image 1890683752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899" cy="65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4B5C7089" w14:textId="77777777" w:rsidR="009D0F8E" w:rsidRPr="004C3D7B" w:rsidRDefault="009D0F8E" w:rsidP="009D0F8E">
            <w:pPr>
              <w:jc w:val="center"/>
              <w:rPr>
                <w:sz w:val="21"/>
                <w:szCs w:val="21"/>
              </w:rPr>
            </w:pPr>
          </w:p>
        </w:tc>
      </w:tr>
      <w:tr w:rsidR="005C56EF" w:rsidRPr="004C3D7B" w14:paraId="62811277" w14:textId="77777777" w:rsidTr="001C16FE">
        <w:trPr>
          <w:trHeight w:hRule="exact" w:val="1304"/>
          <w:jc w:val="center"/>
        </w:trPr>
        <w:tc>
          <w:tcPr>
            <w:tcW w:w="5228" w:type="dxa"/>
            <w:vAlign w:val="center"/>
          </w:tcPr>
          <w:p w14:paraId="66A34BAF" w14:textId="1CAD9D53" w:rsidR="009D0F8E" w:rsidRPr="004C3D7B" w:rsidRDefault="00596F95" w:rsidP="009D0F8E">
            <w:pPr>
              <w:jc w:val="center"/>
              <w:rPr>
                <w:sz w:val="21"/>
                <w:szCs w:val="21"/>
              </w:rPr>
            </w:pPr>
            <w:r w:rsidRPr="004C3D7B">
              <w:rPr>
                <w:noProof/>
                <w:sz w:val="21"/>
                <w:szCs w:val="21"/>
              </w:rPr>
              <w:drawing>
                <wp:inline distT="0" distB="0" distL="0" distR="0" wp14:anchorId="4B79346C" wp14:editId="03DCE0B7">
                  <wp:extent cx="2335877" cy="424726"/>
                  <wp:effectExtent l="0" t="0" r="1270" b="0"/>
                  <wp:docPr id="372989109" name="Image 372989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6998534" name="Image 58699853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7215" cy="450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14:paraId="219B6BBE" w14:textId="77777777" w:rsidR="009D0F8E" w:rsidRPr="004C3D7B" w:rsidRDefault="009D0F8E" w:rsidP="009D0F8E">
            <w:pPr>
              <w:jc w:val="center"/>
              <w:rPr>
                <w:sz w:val="21"/>
                <w:szCs w:val="21"/>
              </w:rPr>
            </w:pPr>
          </w:p>
        </w:tc>
      </w:tr>
    </w:tbl>
    <w:p w14:paraId="1BEDB21A" w14:textId="4E649851" w:rsidR="0074206B" w:rsidRPr="004C3D7B" w:rsidRDefault="00A87869" w:rsidP="00A4404C">
      <w:pPr>
        <w:pStyle w:val="Titre1"/>
      </w:pPr>
      <w:r>
        <w:lastRenderedPageBreak/>
        <w:t>Je m’autoévalue</w:t>
      </w:r>
    </w:p>
    <w:p w14:paraId="08D656A2" w14:textId="743985D7" w:rsidR="0074206B" w:rsidRPr="004C3D7B" w:rsidRDefault="0074206B" w:rsidP="0074206B">
      <w:pPr>
        <w:pStyle w:val="Paragraphedeliste"/>
        <w:numPr>
          <w:ilvl w:val="0"/>
          <w:numId w:val="32"/>
        </w:numPr>
        <w:spacing w:after="0"/>
      </w:pPr>
      <w:r w:rsidRPr="004C3D7B">
        <w:t>J’ai trouvé les bonnes réponses</w:t>
      </w:r>
      <w:r w:rsidR="00FB4986">
        <w:t> </w:t>
      </w:r>
      <w:r w:rsidRPr="004C3D7B">
        <w:t>: je peux faire l’exercice</w:t>
      </w:r>
      <w:r w:rsidR="00FB4986">
        <w:t> </w:t>
      </w:r>
      <w:r w:rsidRPr="004C3D7B">
        <w:t>2 de cette fiche.</w:t>
      </w:r>
    </w:p>
    <w:p w14:paraId="21C63E66" w14:textId="4B94A067" w:rsidR="0074206B" w:rsidRDefault="0074206B" w:rsidP="0074206B">
      <w:pPr>
        <w:pStyle w:val="Paragraphedeliste"/>
        <w:numPr>
          <w:ilvl w:val="0"/>
          <w:numId w:val="32"/>
        </w:numPr>
        <w:spacing w:after="0"/>
      </w:pPr>
      <w:r w:rsidRPr="004C3D7B">
        <w:t>Sinon, j’appelle le professeur ou un camarade pour m’expliquer.</w:t>
      </w:r>
    </w:p>
    <w:p w14:paraId="2D3CE585" w14:textId="77777777" w:rsidR="00A4404C" w:rsidRDefault="00A4404C" w:rsidP="00A4404C">
      <w:pPr>
        <w:pStyle w:val="Titre1"/>
        <w:spacing w:before="100" w:after="100"/>
      </w:pPr>
      <w:r>
        <w:t>Je m’exerce</w:t>
      </w:r>
    </w:p>
    <w:p w14:paraId="4BB82E52" w14:textId="23CEB1D8" w:rsidR="00596F95" w:rsidRPr="004C3D7B" w:rsidRDefault="0074206B" w:rsidP="00A87869">
      <w:pPr>
        <w:pStyle w:val="Titre2"/>
        <w:rPr>
          <w:szCs w:val="24"/>
        </w:rPr>
      </w:pPr>
      <w:r w:rsidRPr="004C3D7B">
        <w:rPr>
          <w:szCs w:val="24"/>
        </w:rPr>
        <w:t>Exercice</w:t>
      </w:r>
      <w:r w:rsidR="00FB4986">
        <w:rPr>
          <w:szCs w:val="24"/>
        </w:rPr>
        <w:t> </w:t>
      </w:r>
      <w:r w:rsidRPr="004C3D7B">
        <w:rPr>
          <w:szCs w:val="24"/>
        </w:rPr>
        <w:t>2 : j</w:t>
      </w:r>
      <w:r w:rsidR="00596F95" w:rsidRPr="004C3D7B">
        <w:rPr>
          <w:szCs w:val="24"/>
        </w:rPr>
        <w:t>e m’entraîne a</w:t>
      </w:r>
      <w:r w:rsidR="00A87869">
        <w:rPr>
          <w:szCs w:val="24"/>
        </w:rPr>
        <w:t>vec des expressions littérales</w:t>
      </w:r>
    </w:p>
    <w:p w14:paraId="2ED72001" w14:textId="6E276D89" w:rsidR="00596F95" w:rsidRPr="004C3D7B" w:rsidRDefault="00596F95" w:rsidP="00A87869">
      <w:r w:rsidRPr="004C3D7B">
        <w:t>Pour chaque expression littérale, construi</w:t>
      </w:r>
      <w:r w:rsidR="009D2555" w:rsidRPr="004C3D7B">
        <w:t>re</w:t>
      </w:r>
      <w:r w:rsidRPr="004C3D7B">
        <w:t xml:space="preserve"> une figure avec des points alignés</w:t>
      </w:r>
      <w:r w:rsidR="00B05762" w:rsidRPr="004C3D7B">
        <w:t>,</w:t>
      </w:r>
      <w:r w:rsidR="009D2555" w:rsidRPr="004C3D7B">
        <w:t xml:space="preserve"> de sorte que l’expression littérale soit égale à la longueur MP. Mettre un codage si nécessaire.</w:t>
      </w:r>
    </w:p>
    <w:tbl>
      <w:tblPr>
        <w:tblStyle w:val="Grilledutableau"/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9D2555" w:rsidRPr="00A4404C" w14:paraId="20620639" w14:textId="77777777" w:rsidTr="001C16FE">
        <w:trPr>
          <w:trHeight w:hRule="exact" w:val="797"/>
          <w:jc w:val="center"/>
        </w:trPr>
        <w:tc>
          <w:tcPr>
            <w:tcW w:w="5228" w:type="dxa"/>
            <w:shd w:val="clear" w:color="auto" w:fill="auto"/>
            <w:vAlign w:val="center"/>
          </w:tcPr>
          <w:p w14:paraId="0C2A0238" w14:textId="34EB7026" w:rsidR="009D2555" w:rsidRPr="00A4404C" w:rsidRDefault="009D2555" w:rsidP="002C1885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r w:rsidRPr="00A4404C">
              <w:rPr>
                <w:b/>
                <w:bCs/>
                <w:sz w:val="22"/>
                <w:szCs w:val="22"/>
              </w:rPr>
              <w:t>Longueur MP</w:t>
            </w:r>
          </w:p>
        </w:tc>
        <w:tc>
          <w:tcPr>
            <w:tcW w:w="5228" w:type="dxa"/>
            <w:shd w:val="clear" w:color="auto" w:fill="auto"/>
            <w:vAlign w:val="center"/>
          </w:tcPr>
          <w:p w14:paraId="42A3C8FA" w14:textId="2FD7F7D4" w:rsidR="009D2555" w:rsidRPr="00A4404C" w:rsidRDefault="009D2555" w:rsidP="002C1885">
            <w:pPr>
              <w:jc w:val="center"/>
              <w:rPr>
                <w:b/>
                <w:bCs/>
                <w:sz w:val="22"/>
                <w:szCs w:val="22"/>
              </w:rPr>
            </w:pPr>
            <w:r w:rsidRPr="00A4404C">
              <w:rPr>
                <w:b/>
                <w:bCs/>
                <w:sz w:val="22"/>
                <w:szCs w:val="22"/>
              </w:rPr>
              <w:t>Figure</w:t>
            </w:r>
          </w:p>
        </w:tc>
      </w:tr>
      <w:tr w:rsidR="009D2555" w:rsidRPr="00A4404C" w14:paraId="369AD3C1" w14:textId="77777777" w:rsidTr="001C16FE">
        <w:trPr>
          <w:trHeight w:hRule="exact" w:val="964"/>
          <w:jc w:val="center"/>
        </w:trPr>
        <w:tc>
          <w:tcPr>
            <w:tcW w:w="5228" w:type="dxa"/>
            <w:vAlign w:val="center"/>
          </w:tcPr>
          <w:p w14:paraId="6B9585A8" w14:textId="47027516" w:rsidR="009D2555" w:rsidRPr="00A4404C" w:rsidRDefault="00BC5B01" w:rsidP="002C1885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a + b + 4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62356CC6" w14:textId="77777777" w:rsidR="009D2555" w:rsidRPr="00A4404C" w:rsidRDefault="009D2555" w:rsidP="002C1885">
            <w:pPr>
              <w:jc w:val="center"/>
              <w:rPr>
                <w:sz w:val="22"/>
                <w:szCs w:val="22"/>
              </w:rPr>
            </w:pPr>
          </w:p>
        </w:tc>
      </w:tr>
      <w:tr w:rsidR="009D2555" w:rsidRPr="00A4404C" w14:paraId="577F1D30" w14:textId="77777777" w:rsidTr="001C16FE">
        <w:trPr>
          <w:trHeight w:hRule="exact" w:val="964"/>
          <w:jc w:val="center"/>
        </w:trPr>
        <w:tc>
          <w:tcPr>
            <w:tcW w:w="5228" w:type="dxa"/>
            <w:vAlign w:val="center"/>
          </w:tcPr>
          <w:p w14:paraId="6CBA5533" w14:textId="7456295A" w:rsidR="009D2555" w:rsidRPr="00A4404C" w:rsidRDefault="00BC5B01" w:rsidP="002C1885">
            <w:pPr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a – b - 3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4363674F" w14:textId="77777777" w:rsidR="009D2555" w:rsidRPr="00A4404C" w:rsidRDefault="009D2555" w:rsidP="002C1885">
            <w:pPr>
              <w:jc w:val="center"/>
              <w:rPr>
                <w:sz w:val="22"/>
                <w:szCs w:val="22"/>
              </w:rPr>
            </w:pPr>
          </w:p>
        </w:tc>
      </w:tr>
      <w:tr w:rsidR="009D2555" w:rsidRPr="00A4404C" w14:paraId="4C7979C2" w14:textId="77777777" w:rsidTr="001C16FE">
        <w:trPr>
          <w:trHeight w:hRule="exact" w:val="964"/>
          <w:jc w:val="center"/>
        </w:trPr>
        <w:tc>
          <w:tcPr>
            <w:tcW w:w="5228" w:type="dxa"/>
            <w:vAlign w:val="center"/>
          </w:tcPr>
          <w:p w14:paraId="428F8BF6" w14:textId="193B4B61" w:rsidR="009D2555" w:rsidRPr="00A4404C" w:rsidRDefault="00BC5B0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 + 5 + 3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>b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17F927D3" w14:textId="77777777" w:rsidR="009D2555" w:rsidRPr="00A4404C" w:rsidRDefault="009D2555" w:rsidP="002C1885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D2555" w:rsidRPr="00A4404C" w14:paraId="58175C1E" w14:textId="77777777" w:rsidTr="001C16FE">
        <w:trPr>
          <w:trHeight w:hRule="exact" w:val="964"/>
          <w:jc w:val="center"/>
        </w:trPr>
        <w:tc>
          <w:tcPr>
            <w:tcW w:w="5228" w:type="dxa"/>
            <w:vAlign w:val="center"/>
          </w:tcPr>
          <w:p w14:paraId="6B40D27A" w14:textId="3F51267A" w:rsidR="009D2555" w:rsidRPr="00A4404C" w:rsidRDefault="00BC5B01" w:rsidP="002C1885">
            <w:pPr>
              <w:jc w:val="center"/>
              <w:rPr>
                <w:sz w:val="22"/>
                <w:szCs w:val="22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a – 3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b</m:t>
                </m:r>
              </m:oMath>
            </m:oMathPara>
          </w:p>
        </w:tc>
        <w:tc>
          <w:tcPr>
            <w:tcW w:w="5228" w:type="dxa"/>
            <w:vAlign w:val="center"/>
          </w:tcPr>
          <w:p w14:paraId="30D78BB5" w14:textId="77777777" w:rsidR="009D2555" w:rsidRPr="00A4404C" w:rsidRDefault="009D2555" w:rsidP="002C1885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bookmarkEnd w:id="0"/>
    <w:p w14:paraId="5A759E28" w14:textId="28B5DFD5" w:rsidR="0074206B" w:rsidRPr="004C3D7B" w:rsidRDefault="0074206B" w:rsidP="00A4404C">
      <w:pPr>
        <w:pStyle w:val="Titre1"/>
      </w:pPr>
      <w:r w:rsidRPr="004C3D7B">
        <w:t xml:space="preserve">Je </w:t>
      </w:r>
      <w:r w:rsidR="00A87869">
        <w:t>m’autoévalue</w:t>
      </w:r>
    </w:p>
    <w:p w14:paraId="6D415CB7" w14:textId="74C66523" w:rsidR="0074206B" w:rsidRPr="004C3D7B" w:rsidRDefault="0074206B" w:rsidP="0074206B">
      <w:pPr>
        <w:pStyle w:val="Paragraphedeliste"/>
        <w:numPr>
          <w:ilvl w:val="0"/>
          <w:numId w:val="32"/>
        </w:numPr>
        <w:spacing w:after="0"/>
      </w:pPr>
      <w:r w:rsidRPr="004C3D7B">
        <w:t>J’ai trouvé les bonnes réponses</w:t>
      </w:r>
      <w:r w:rsidR="00FB4986">
        <w:t> </w:t>
      </w:r>
      <w:r w:rsidRPr="004C3D7B">
        <w:t xml:space="preserve">: </w:t>
      </w:r>
      <w:r w:rsidR="002F109B" w:rsidRPr="004C3D7B">
        <w:t xml:space="preserve">je complète le bilan, puis </w:t>
      </w:r>
      <w:r w:rsidRPr="004C3D7B">
        <w:t xml:space="preserve">je </w:t>
      </w:r>
      <w:r w:rsidR="00652B98" w:rsidRPr="004C3D7B">
        <w:t>m’entraîne en faisant l’exercice</w:t>
      </w:r>
      <w:r w:rsidR="00FB4986">
        <w:t> </w:t>
      </w:r>
      <w:r w:rsidR="00910B93" w:rsidRPr="004C3D7B">
        <w:t>2</w:t>
      </w:r>
      <w:r w:rsidR="00652B98" w:rsidRPr="004C3D7B">
        <w:t xml:space="preserve"> de la fiche</w:t>
      </w:r>
      <w:r w:rsidR="00FB4986">
        <w:t> </w:t>
      </w:r>
      <w:r w:rsidR="00910B93" w:rsidRPr="004C3D7B">
        <w:t>P</w:t>
      </w:r>
      <w:r w:rsidR="00652B98" w:rsidRPr="004C3D7B">
        <w:t>2.</w:t>
      </w:r>
    </w:p>
    <w:p w14:paraId="2F4F2279" w14:textId="77777777" w:rsidR="002F109B" w:rsidRPr="004C3D7B" w:rsidRDefault="0074206B" w:rsidP="002F109B">
      <w:pPr>
        <w:pStyle w:val="Paragraphedeliste"/>
        <w:numPr>
          <w:ilvl w:val="0"/>
          <w:numId w:val="32"/>
        </w:numPr>
        <w:spacing w:after="0"/>
      </w:pPr>
      <w:r w:rsidRPr="004C3D7B">
        <w:t>Sinon, j’appelle le professeur ou un camarade pour m’expliquer</w:t>
      </w:r>
      <w:r w:rsidR="002F109B" w:rsidRPr="004C3D7B">
        <w:t>, puis je complète le bilan.</w:t>
      </w:r>
    </w:p>
    <w:p w14:paraId="5EA84E3A" w14:textId="455E7F96" w:rsidR="002F109B" w:rsidRPr="004C3D7B" w:rsidRDefault="002F109B" w:rsidP="00A4404C">
      <w:pPr>
        <w:pStyle w:val="Titre1"/>
        <w:spacing w:before="100" w:after="100"/>
      </w:pPr>
      <w:r w:rsidRPr="004C3D7B">
        <w:t xml:space="preserve">Bilan : je fais le point sur mes </w:t>
      </w:r>
      <w:r w:rsidR="00A87869">
        <w:t>compétences</w:t>
      </w:r>
    </w:p>
    <w:p w14:paraId="79CDEAA6" w14:textId="30B7F0EC" w:rsidR="002F109B" w:rsidRPr="004C3D7B" w:rsidRDefault="00E74277" w:rsidP="00A4404C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4C3D7B">
        <w:t>Avec cette fiche, maintenant je sais</w:t>
      </w:r>
    </w:p>
    <w:p w14:paraId="6BAFCB80" w14:textId="3F6AF507" w:rsidR="002F109B" w:rsidRPr="004C3D7B" w:rsidRDefault="002F109B" w:rsidP="00A4404C">
      <w:pPr>
        <w:spacing w:beforeAutospacing="0" w:afterAutospacing="0" w:line="480" w:lineRule="auto"/>
      </w:pPr>
      <w:r w:rsidRPr="004C3D7B">
        <w:t>……………………………………………………………………………………………………………………………</w:t>
      </w:r>
    </w:p>
    <w:p w14:paraId="521EEE9A" w14:textId="0546F6BF" w:rsidR="002F109B" w:rsidRPr="004C3D7B" w:rsidRDefault="002F109B" w:rsidP="00A4404C">
      <w:pPr>
        <w:spacing w:beforeAutospacing="0" w:afterAutospacing="0" w:line="480" w:lineRule="auto"/>
      </w:pPr>
      <w:r w:rsidRPr="004C3D7B">
        <w:t>……………………………………………………………………………………………………………………………</w:t>
      </w:r>
    </w:p>
    <w:p w14:paraId="07B46297" w14:textId="0E74B1C4" w:rsidR="002F109B" w:rsidRPr="004C3D7B" w:rsidRDefault="002F109B" w:rsidP="00A4404C">
      <w:pPr>
        <w:spacing w:beforeAutospacing="0" w:afterAutospacing="0" w:line="480" w:lineRule="auto"/>
      </w:pPr>
      <w:r w:rsidRPr="004C3D7B">
        <w:t>……………………………………………………………………………………………………………………………</w:t>
      </w:r>
    </w:p>
    <w:p w14:paraId="2E36E9C3" w14:textId="2229FA10" w:rsidR="002F109B" w:rsidRPr="004C3D7B" w:rsidRDefault="002F109B" w:rsidP="00A4404C">
      <w:pPr>
        <w:pStyle w:val="Paragraphedeliste"/>
        <w:numPr>
          <w:ilvl w:val="0"/>
          <w:numId w:val="32"/>
        </w:numPr>
        <w:spacing w:beforeAutospacing="0" w:afterAutospacing="0" w:line="480" w:lineRule="auto"/>
      </w:pPr>
      <w:r w:rsidRPr="004C3D7B">
        <w:t>Je dois enco</w:t>
      </w:r>
      <w:r w:rsidR="00A87869">
        <w:t>re apprendre ou m’exercer sur </w:t>
      </w:r>
    </w:p>
    <w:p w14:paraId="0BB2AC71" w14:textId="2DD45E68" w:rsidR="002F109B" w:rsidRPr="004C3D7B" w:rsidRDefault="002F109B" w:rsidP="00A4404C">
      <w:pPr>
        <w:spacing w:beforeAutospacing="0" w:afterAutospacing="0" w:line="480" w:lineRule="auto"/>
      </w:pPr>
      <w:r w:rsidRPr="004C3D7B">
        <w:t>……………………………………………………………………………………………………………………………</w:t>
      </w:r>
    </w:p>
    <w:p w14:paraId="608E3348" w14:textId="47368A15" w:rsidR="002F109B" w:rsidRPr="004C3D7B" w:rsidRDefault="002F109B" w:rsidP="00A4404C">
      <w:pPr>
        <w:spacing w:beforeAutospacing="0" w:afterAutospacing="0" w:line="480" w:lineRule="auto"/>
      </w:pPr>
      <w:r w:rsidRPr="004C3D7B">
        <w:t>……………………………………………………………………………………………………………………………</w:t>
      </w:r>
    </w:p>
    <w:p w14:paraId="52C82261" w14:textId="125C1A5A" w:rsidR="00CF05A6" w:rsidRPr="004C3D7B" w:rsidRDefault="002F109B" w:rsidP="00A4404C">
      <w:pPr>
        <w:spacing w:beforeAutospacing="0" w:afterAutospacing="0" w:line="480" w:lineRule="auto"/>
      </w:pPr>
      <w:r w:rsidRPr="004C3D7B">
        <w:t>……………………………………………………………………………………………………………………………</w:t>
      </w:r>
    </w:p>
    <w:sectPr w:rsidR="00CF05A6" w:rsidRPr="004C3D7B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CDA8F" w14:textId="77777777" w:rsidR="00DE0AF1" w:rsidRDefault="00DE0AF1">
      <w:pPr>
        <w:spacing w:after="0"/>
      </w:pPr>
      <w:r>
        <w:separator/>
      </w:r>
    </w:p>
  </w:endnote>
  <w:endnote w:type="continuationSeparator" w:id="0">
    <w:p w14:paraId="3E16E7D8" w14:textId="77777777" w:rsidR="00DE0AF1" w:rsidRDefault="00DE0AF1">
      <w:pPr>
        <w:spacing w:after="0"/>
      </w:pPr>
      <w:r>
        <w:continuationSeparator/>
      </w:r>
    </w:p>
  </w:endnote>
  <w:endnote w:type="continuationNotice" w:id="1">
    <w:p w14:paraId="31DDE510" w14:textId="77777777" w:rsidR="00DE0AF1" w:rsidRDefault="00DE0AF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C513D" w14:textId="77777777" w:rsidR="00DE0AF1" w:rsidRDefault="00DE0AF1">
      <w:pPr>
        <w:spacing w:after="0"/>
      </w:pPr>
      <w:r>
        <w:separator/>
      </w:r>
    </w:p>
  </w:footnote>
  <w:footnote w:type="continuationSeparator" w:id="0">
    <w:p w14:paraId="6A52E458" w14:textId="77777777" w:rsidR="00DE0AF1" w:rsidRDefault="00DE0AF1">
      <w:pPr>
        <w:spacing w:after="0"/>
      </w:pPr>
      <w:r>
        <w:continuationSeparator/>
      </w:r>
    </w:p>
  </w:footnote>
  <w:footnote w:type="continuationNotice" w:id="1">
    <w:p w14:paraId="1EE96BA0" w14:textId="77777777" w:rsidR="00DE0AF1" w:rsidRDefault="00DE0AF1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78E"/>
    <w:multiLevelType w:val="hybridMultilevel"/>
    <w:tmpl w:val="871E316A"/>
    <w:lvl w:ilvl="0" w:tplc="170A5BAC">
      <w:start w:val="1"/>
      <w:numFmt w:val="decimal"/>
      <w:lvlText w:val="%1."/>
      <w:lvlJc w:val="left"/>
      <w:pPr>
        <w:ind w:left="720" w:hanging="360"/>
      </w:pPr>
    </w:lvl>
    <w:lvl w:ilvl="1" w:tplc="52E8FEC8">
      <w:start w:val="1"/>
      <w:numFmt w:val="lowerLetter"/>
      <w:lvlText w:val="%2."/>
      <w:lvlJc w:val="left"/>
      <w:pPr>
        <w:ind w:left="1440" w:hanging="360"/>
      </w:pPr>
    </w:lvl>
    <w:lvl w:ilvl="2" w:tplc="FFD2E4A4">
      <w:start w:val="1"/>
      <w:numFmt w:val="lowerRoman"/>
      <w:lvlText w:val="%3."/>
      <w:lvlJc w:val="right"/>
      <w:pPr>
        <w:ind w:left="2160" w:hanging="180"/>
      </w:pPr>
    </w:lvl>
    <w:lvl w:ilvl="3" w:tplc="0D9692B6">
      <w:start w:val="1"/>
      <w:numFmt w:val="decimal"/>
      <w:lvlText w:val="%4."/>
      <w:lvlJc w:val="left"/>
      <w:pPr>
        <w:ind w:left="2880" w:hanging="360"/>
      </w:pPr>
    </w:lvl>
    <w:lvl w:ilvl="4" w:tplc="D554742E">
      <w:start w:val="1"/>
      <w:numFmt w:val="lowerLetter"/>
      <w:lvlText w:val="%5."/>
      <w:lvlJc w:val="left"/>
      <w:pPr>
        <w:ind w:left="3600" w:hanging="360"/>
      </w:pPr>
    </w:lvl>
    <w:lvl w:ilvl="5" w:tplc="9C8C2EA0">
      <w:start w:val="1"/>
      <w:numFmt w:val="lowerRoman"/>
      <w:lvlText w:val="%6."/>
      <w:lvlJc w:val="right"/>
      <w:pPr>
        <w:ind w:left="4320" w:hanging="180"/>
      </w:pPr>
    </w:lvl>
    <w:lvl w:ilvl="6" w:tplc="18C8F1FE">
      <w:start w:val="1"/>
      <w:numFmt w:val="decimal"/>
      <w:lvlText w:val="%7."/>
      <w:lvlJc w:val="left"/>
      <w:pPr>
        <w:ind w:left="5040" w:hanging="360"/>
      </w:pPr>
    </w:lvl>
    <w:lvl w:ilvl="7" w:tplc="4BC42E50">
      <w:start w:val="1"/>
      <w:numFmt w:val="lowerLetter"/>
      <w:lvlText w:val="%8."/>
      <w:lvlJc w:val="left"/>
      <w:pPr>
        <w:ind w:left="5760" w:hanging="360"/>
      </w:pPr>
    </w:lvl>
    <w:lvl w:ilvl="8" w:tplc="2C4E284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6BD8"/>
    <w:multiLevelType w:val="hybridMultilevel"/>
    <w:tmpl w:val="1EECACF0"/>
    <w:lvl w:ilvl="0" w:tplc="E6FCF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47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FC8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A7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BA24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543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9A42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24F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06B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C3C5A"/>
    <w:multiLevelType w:val="hybridMultilevel"/>
    <w:tmpl w:val="080E53D8"/>
    <w:lvl w:ilvl="0" w:tplc="05D2B84A">
      <w:start w:val="1"/>
      <w:numFmt w:val="decimal"/>
      <w:lvlText w:val="%1."/>
      <w:lvlJc w:val="left"/>
      <w:pPr>
        <w:ind w:left="643" w:hanging="360"/>
      </w:pPr>
    </w:lvl>
    <w:lvl w:ilvl="1" w:tplc="661007E4">
      <w:start w:val="1"/>
      <w:numFmt w:val="lowerLetter"/>
      <w:lvlText w:val="%2."/>
      <w:lvlJc w:val="left"/>
      <w:pPr>
        <w:ind w:left="1363" w:hanging="360"/>
      </w:pPr>
    </w:lvl>
    <w:lvl w:ilvl="2" w:tplc="F92C9E8C">
      <w:start w:val="1"/>
      <w:numFmt w:val="lowerRoman"/>
      <w:lvlText w:val="%3."/>
      <w:lvlJc w:val="right"/>
      <w:pPr>
        <w:ind w:left="2083" w:hanging="180"/>
      </w:pPr>
    </w:lvl>
    <w:lvl w:ilvl="3" w:tplc="E3280F26">
      <w:start w:val="1"/>
      <w:numFmt w:val="decimal"/>
      <w:lvlText w:val="%4."/>
      <w:lvlJc w:val="left"/>
      <w:pPr>
        <w:ind w:left="2803" w:hanging="360"/>
      </w:pPr>
    </w:lvl>
    <w:lvl w:ilvl="4" w:tplc="6D76AB6E">
      <w:start w:val="1"/>
      <w:numFmt w:val="lowerLetter"/>
      <w:lvlText w:val="%5."/>
      <w:lvlJc w:val="left"/>
      <w:pPr>
        <w:ind w:left="3523" w:hanging="360"/>
      </w:pPr>
    </w:lvl>
    <w:lvl w:ilvl="5" w:tplc="38BA87B0">
      <w:start w:val="1"/>
      <w:numFmt w:val="lowerRoman"/>
      <w:lvlText w:val="%6."/>
      <w:lvlJc w:val="right"/>
      <w:pPr>
        <w:ind w:left="4243" w:hanging="180"/>
      </w:pPr>
    </w:lvl>
    <w:lvl w:ilvl="6" w:tplc="CAE68154">
      <w:start w:val="1"/>
      <w:numFmt w:val="decimal"/>
      <w:lvlText w:val="%7."/>
      <w:lvlJc w:val="left"/>
      <w:pPr>
        <w:ind w:left="4963" w:hanging="360"/>
      </w:pPr>
    </w:lvl>
    <w:lvl w:ilvl="7" w:tplc="DD3A975A">
      <w:start w:val="1"/>
      <w:numFmt w:val="lowerLetter"/>
      <w:lvlText w:val="%8."/>
      <w:lvlJc w:val="left"/>
      <w:pPr>
        <w:ind w:left="5683" w:hanging="360"/>
      </w:pPr>
    </w:lvl>
    <w:lvl w:ilvl="8" w:tplc="BD1A20E0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FB4772E"/>
    <w:multiLevelType w:val="hybridMultilevel"/>
    <w:tmpl w:val="EA2C4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E51DD"/>
    <w:multiLevelType w:val="hybridMultilevel"/>
    <w:tmpl w:val="C15C6CE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64E64"/>
    <w:multiLevelType w:val="hybridMultilevel"/>
    <w:tmpl w:val="2DCE7E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245F3"/>
    <w:multiLevelType w:val="hybridMultilevel"/>
    <w:tmpl w:val="64BA92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006C6"/>
    <w:multiLevelType w:val="hybridMultilevel"/>
    <w:tmpl w:val="F2D44A94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15667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14E2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E8D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2D6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A479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25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657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05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8312B"/>
    <w:multiLevelType w:val="hybridMultilevel"/>
    <w:tmpl w:val="0BD2F8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97369"/>
    <w:multiLevelType w:val="hybridMultilevel"/>
    <w:tmpl w:val="C714EA2E"/>
    <w:lvl w:ilvl="0" w:tplc="8F0E9B5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EC07F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FC9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85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CCA1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4CA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6D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16B3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CE2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47EF0"/>
    <w:multiLevelType w:val="hybridMultilevel"/>
    <w:tmpl w:val="30DA89B2"/>
    <w:lvl w:ilvl="0" w:tplc="F77E4E5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6C486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9A2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4D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9666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CA0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7EB9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CA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046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5B1E12"/>
    <w:multiLevelType w:val="hybridMultilevel"/>
    <w:tmpl w:val="88024498"/>
    <w:lvl w:ilvl="0" w:tplc="ECAAF45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4424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69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804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0E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328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0E4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3A07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EF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D5C18"/>
    <w:multiLevelType w:val="hybridMultilevel"/>
    <w:tmpl w:val="82E4E878"/>
    <w:lvl w:ilvl="0" w:tplc="E4041794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911C6E5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2E8E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E01A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1E82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623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C21D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652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1B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E"/>
    <w:multiLevelType w:val="hybridMultilevel"/>
    <w:tmpl w:val="89949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43FC"/>
    <w:multiLevelType w:val="hybridMultilevel"/>
    <w:tmpl w:val="95A8C8BA"/>
    <w:lvl w:ilvl="0" w:tplc="0380A608">
      <w:start w:val="1"/>
      <w:numFmt w:val="decimal"/>
      <w:lvlText w:val="%1."/>
      <w:lvlJc w:val="left"/>
      <w:pPr>
        <w:ind w:left="1494" w:hanging="360"/>
      </w:pPr>
    </w:lvl>
    <w:lvl w:ilvl="1" w:tplc="0A6AD5EA">
      <w:start w:val="1"/>
      <w:numFmt w:val="lowerLetter"/>
      <w:lvlText w:val="%2."/>
      <w:lvlJc w:val="left"/>
      <w:pPr>
        <w:ind w:left="2214" w:hanging="360"/>
      </w:pPr>
    </w:lvl>
    <w:lvl w:ilvl="2" w:tplc="1A3837F6">
      <w:start w:val="1"/>
      <w:numFmt w:val="lowerRoman"/>
      <w:lvlText w:val="%3."/>
      <w:lvlJc w:val="right"/>
      <w:pPr>
        <w:ind w:left="2934" w:hanging="180"/>
      </w:pPr>
    </w:lvl>
    <w:lvl w:ilvl="3" w:tplc="47BEC92C">
      <w:start w:val="1"/>
      <w:numFmt w:val="decimal"/>
      <w:lvlText w:val="%4."/>
      <w:lvlJc w:val="left"/>
      <w:pPr>
        <w:ind w:left="3654" w:hanging="360"/>
      </w:pPr>
    </w:lvl>
    <w:lvl w:ilvl="4" w:tplc="54920120">
      <w:start w:val="1"/>
      <w:numFmt w:val="lowerLetter"/>
      <w:lvlText w:val="%5."/>
      <w:lvlJc w:val="left"/>
      <w:pPr>
        <w:ind w:left="4374" w:hanging="360"/>
      </w:pPr>
    </w:lvl>
    <w:lvl w:ilvl="5" w:tplc="88B40C88">
      <w:start w:val="1"/>
      <w:numFmt w:val="lowerRoman"/>
      <w:lvlText w:val="%6."/>
      <w:lvlJc w:val="right"/>
      <w:pPr>
        <w:ind w:left="5094" w:hanging="180"/>
      </w:pPr>
    </w:lvl>
    <w:lvl w:ilvl="6" w:tplc="33582D30">
      <w:start w:val="1"/>
      <w:numFmt w:val="decimal"/>
      <w:lvlText w:val="%7."/>
      <w:lvlJc w:val="left"/>
      <w:pPr>
        <w:ind w:left="5814" w:hanging="360"/>
      </w:pPr>
    </w:lvl>
    <w:lvl w:ilvl="7" w:tplc="D886458E">
      <w:start w:val="1"/>
      <w:numFmt w:val="lowerLetter"/>
      <w:lvlText w:val="%8."/>
      <w:lvlJc w:val="left"/>
      <w:pPr>
        <w:ind w:left="6534" w:hanging="360"/>
      </w:pPr>
    </w:lvl>
    <w:lvl w:ilvl="8" w:tplc="D1123A18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C1953"/>
    <w:multiLevelType w:val="hybridMultilevel"/>
    <w:tmpl w:val="F174A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80B7D"/>
    <w:multiLevelType w:val="hybridMultilevel"/>
    <w:tmpl w:val="D2E4F21C"/>
    <w:lvl w:ilvl="0" w:tplc="E772807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BA439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581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107B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D49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3EC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5C6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22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8E33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029E9"/>
    <w:multiLevelType w:val="hybridMultilevel"/>
    <w:tmpl w:val="13A89AF2"/>
    <w:lvl w:ilvl="0" w:tplc="B7BEAD98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0C9E6CEE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59D0E28E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6B6BB5E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ACFCC1F2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E252EE28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ED64EAC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9F76E06C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F66D8C2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3B7F298D"/>
    <w:multiLevelType w:val="hybridMultilevel"/>
    <w:tmpl w:val="98D21F78"/>
    <w:lvl w:ilvl="0" w:tplc="C448B6B8">
      <w:start w:val="1"/>
      <w:numFmt w:val="lowerLetter"/>
      <w:lvlText w:val="%1)"/>
      <w:lvlJc w:val="left"/>
      <w:pPr>
        <w:ind w:left="1494" w:hanging="360"/>
      </w:pPr>
    </w:lvl>
    <w:lvl w:ilvl="1" w:tplc="60D2EC64">
      <w:start w:val="1"/>
      <w:numFmt w:val="lowerLetter"/>
      <w:lvlText w:val="%2."/>
      <w:lvlJc w:val="left"/>
      <w:pPr>
        <w:ind w:left="2214" w:hanging="360"/>
      </w:pPr>
    </w:lvl>
    <w:lvl w:ilvl="2" w:tplc="55B68C4E">
      <w:start w:val="1"/>
      <w:numFmt w:val="lowerRoman"/>
      <w:lvlText w:val="%3."/>
      <w:lvlJc w:val="right"/>
      <w:pPr>
        <w:ind w:left="2934" w:hanging="180"/>
      </w:pPr>
    </w:lvl>
    <w:lvl w:ilvl="3" w:tplc="10C6C744">
      <w:start w:val="1"/>
      <w:numFmt w:val="decimal"/>
      <w:lvlText w:val="%4."/>
      <w:lvlJc w:val="left"/>
      <w:pPr>
        <w:ind w:left="3654" w:hanging="360"/>
      </w:pPr>
    </w:lvl>
    <w:lvl w:ilvl="4" w:tplc="0E403236">
      <w:start w:val="1"/>
      <w:numFmt w:val="lowerLetter"/>
      <w:lvlText w:val="%5."/>
      <w:lvlJc w:val="left"/>
      <w:pPr>
        <w:ind w:left="4374" w:hanging="360"/>
      </w:pPr>
    </w:lvl>
    <w:lvl w:ilvl="5" w:tplc="9EF0E298">
      <w:start w:val="1"/>
      <w:numFmt w:val="lowerRoman"/>
      <w:lvlText w:val="%6."/>
      <w:lvlJc w:val="right"/>
      <w:pPr>
        <w:ind w:left="5094" w:hanging="180"/>
      </w:pPr>
    </w:lvl>
    <w:lvl w:ilvl="6" w:tplc="871EFB06">
      <w:start w:val="1"/>
      <w:numFmt w:val="decimal"/>
      <w:lvlText w:val="%7."/>
      <w:lvlJc w:val="left"/>
      <w:pPr>
        <w:ind w:left="5814" w:hanging="360"/>
      </w:pPr>
    </w:lvl>
    <w:lvl w:ilvl="7" w:tplc="A4D02BAE">
      <w:start w:val="1"/>
      <w:numFmt w:val="lowerLetter"/>
      <w:lvlText w:val="%8."/>
      <w:lvlJc w:val="left"/>
      <w:pPr>
        <w:ind w:left="6534" w:hanging="360"/>
      </w:pPr>
    </w:lvl>
    <w:lvl w:ilvl="8" w:tplc="3E00EE3C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3ED24FDB"/>
    <w:multiLevelType w:val="hybridMultilevel"/>
    <w:tmpl w:val="21062D62"/>
    <w:lvl w:ilvl="0" w:tplc="4D1EDE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F26307"/>
    <w:multiLevelType w:val="hybridMultilevel"/>
    <w:tmpl w:val="9AB0FF22"/>
    <w:lvl w:ilvl="0" w:tplc="625CD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B4EE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308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8B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8E6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1EB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36D0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046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00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A2E69"/>
    <w:multiLevelType w:val="hybridMultilevel"/>
    <w:tmpl w:val="61985E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F65D00"/>
    <w:multiLevelType w:val="hybridMultilevel"/>
    <w:tmpl w:val="7598D02C"/>
    <w:lvl w:ilvl="0" w:tplc="F6D01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5D0FA7"/>
    <w:multiLevelType w:val="hybridMultilevel"/>
    <w:tmpl w:val="3C54DC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A6139"/>
    <w:multiLevelType w:val="hybridMultilevel"/>
    <w:tmpl w:val="40C2C7DC"/>
    <w:lvl w:ilvl="0" w:tplc="BB3C9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EE0A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E2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251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EA1B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F9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CA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8F4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BCF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C1625E"/>
    <w:multiLevelType w:val="hybridMultilevel"/>
    <w:tmpl w:val="1060B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76B3C"/>
    <w:multiLevelType w:val="hybridMultilevel"/>
    <w:tmpl w:val="233E50AE"/>
    <w:lvl w:ilvl="0" w:tplc="7B9EFE1C">
      <w:start w:val="1"/>
      <w:numFmt w:val="bullet"/>
      <w:lvlText w:val="□"/>
      <w:lvlJc w:val="left"/>
      <w:pPr>
        <w:ind w:left="785" w:hanging="360"/>
      </w:pPr>
      <w:rPr>
        <w:rFonts w:ascii="Courier New" w:hAnsi="Courier New" w:hint="default"/>
      </w:rPr>
    </w:lvl>
    <w:lvl w:ilvl="1" w:tplc="06626042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17324D00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57B66E3C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67C8ECFA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EFB204B4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A89E61BA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886617A4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361EAE90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5" w15:restartNumberingAfterBreak="0">
    <w:nsid w:val="68DD270B"/>
    <w:multiLevelType w:val="hybridMultilevel"/>
    <w:tmpl w:val="0F1A95A6"/>
    <w:lvl w:ilvl="0" w:tplc="8B68AE1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CC9CFB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A62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AC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961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5C8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C0C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A20A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AF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8448F"/>
    <w:multiLevelType w:val="hybridMultilevel"/>
    <w:tmpl w:val="EA9C275A"/>
    <w:lvl w:ilvl="0" w:tplc="23886216">
      <w:start w:val="1"/>
      <w:numFmt w:val="decimal"/>
      <w:lvlText w:val="%1."/>
      <w:lvlJc w:val="left"/>
      <w:pPr>
        <w:ind w:left="360" w:hanging="360"/>
      </w:pPr>
    </w:lvl>
    <w:lvl w:ilvl="1" w:tplc="3DB6D61A">
      <w:start w:val="1"/>
      <w:numFmt w:val="lowerLetter"/>
      <w:lvlText w:val="%2."/>
      <w:lvlJc w:val="left"/>
      <w:pPr>
        <w:ind w:left="1080" w:hanging="360"/>
      </w:pPr>
    </w:lvl>
    <w:lvl w:ilvl="2" w:tplc="640A489E">
      <w:start w:val="1"/>
      <w:numFmt w:val="lowerRoman"/>
      <w:lvlText w:val="%3."/>
      <w:lvlJc w:val="right"/>
      <w:pPr>
        <w:ind w:left="1800" w:hanging="180"/>
      </w:pPr>
    </w:lvl>
    <w:lvl w:ilvl="3" w:tplc="304AF66E">
      <w:start w:val="1"/>
      <w:numFmt w:val="decimal"/>
      <w:lvlText w:val="%4."/>
      <w:lvlJc w:val="left"/>
      <w:pPr>
        <w:ind w:left="2520" w:hanging="360"/>
      </w:pPr>
    </w:lvl>
    <w:lvl w:ilvl="4" w:tplc="950EA054">
      <w:start w:val="1"/>
      <w:numFmt w:val="lowerLetter"/>
      <w:lvlText w:val="%5."/>
      <w:lvlJc w:val="left"/>
      <w:pPr>
        <w:ind w:left="3240" w:hanging="360"/>
      </w:pPr>
    </w:lvl>
    <w:lvl w:ilvl="5" w:tplc="28F6CF08">
      <w:start w:val="1"/>
      <w:numFmt w:val="lowerRoman"/>
      <w:lvlText w:val="%6."/>
      <w:lvlJc w:val="right"/>
      <w:pPr>
        <w:ind w:left="3960" w:hanging="180"/>
      </w:pPr>
    </w:lvl>
    <w:lvl w:ilvl="6" w:tplc="0E52A6F0">
      <w:start w:val="1"/>
      <w:numFmt w:val="decimal"/>
      <w:lvlText w:val="%7."/>
      <w:lvlJc w:val="left"/>
      <w:pPr>
        <w:ind w:left="4680" w:hanging="360"/>
      </w:pPr>
    </w:lvl>
    <w:lvl w:ilvl="7" w:tplc="BBCAE0A0">
      <w:start w:val="1"/>
      <w:numFmt w:val="lowerLetter"/>
      <w:lvlText w:val="%8."/>
      <w:lvlJc w:val="left"/>
      <w:pPr>
        <w:ind w:left="5400" w:hanging="360"/>
      </w:pPr>
    </w:lvl>
    <w:lvl w:ilvl="8" w:tplc="F11A0342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2B05B7"/>
    <w:multiLevelType w:val="hybridMultilevel"/>
    <w:tmpl w:val="E04C7316"/>
    <w:lvl w:ilvl="0" w:tplc="70947698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11EA7C4E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5F9E89FE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5A60ABF0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92A2D99C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D6866CF8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CAF0E754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17B0444E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F49EF4E6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72697409"/>
    <w:multiLevelType w:val="hybridMultilevel"/>
    <w:tmpl w:val="B5F6370C"/>
    <w:lvl w:ilvl="0" w:tplc="135C341A">
      <w:start w:val="1"/>
      <w:numFmt w:val="decimal"/>
      <w:lvlText w:val="%1."/>
      <w:lvlJc w:val="left"/>
      <w:pPr>
        <w:ind w:left="720" w:hanging="360"/>
      </w:pPr>
    </w:lvl>
    <w:lvl w:ilvl="1" w:tplc="4E64D1BE">
      <w:start w:val="1"/>
      <w:numFmt w:val="lowerLetter"/>
      <w:lvlText w:val="%2."/>
      <w:lvlJc w:val="left"/>
      <w:pPr>
        <w:ind w:left="1440" w:hanging="360"/>
      </w:pPr>
    </w:lvl>
    <w:lvl w:ilvl="2" w:tplc="F00A314E">
      <w:start w:val="1"/>
      <w:numFmt w:val="lowerRoman"/>
      <w:lvlText w:val="%3."/>
      <w:lvlJc w:val="right"/>
      <w:pPr>
        <w:ind w:left="2160" w:hanging="180"/>
      </w:pPr>
    </w:lvl>
    <w:lvl w:ilvl="3" w:tplc="E32830E2">
      <w:start w:val="1"/>
      <w:numFmt w:val="decimal"/>
      <w:lvlText w:val="%4."/>
      <w:lvlJc w:val="left"/>
      <w:pPr>
        <w:ind w:left="2880" w:hanging="360"/>
      </w:pPr>
    </w:lvl>
    <w:lvl w:ilvl="4" w:tplc="A97A35C0">
      <w:start w:val="1"/>
      <w:numFmt w:val="lowerLetter"/>
      <w:lvlText w:val="%5."/>
      <w:lvlJc w:val="left"/>
      <w:pPr>
        <w:ind w:left="3600" w:hanging="360"/>
      </w:pPr>
    </w:lvl>
    <w:lvl w:ilvl="5" w:tplc="8C6A3A60">
      <w:start w:val="1"/>
      <w:numFmt w:val="lowerRoman"/>
      <w:lvlText w:val="%6."/>
      <w:lvlJc w:val="right"/>
      <w:pPr>
        <w:ind w:left="4320" w:hanging="180"/>
      </w:pPr>
    </w:lvl>
    <w:lvl w:ilvl="6" w:tplc="BEB254A0">
      <w:start w:val="1"/>
      <w:numFmt w:val="decimal"/>
      <w:lvlText w:val="%7."/>
      <w:lvlJc w:val="left"/>
      <w:pPr>
        <w:ind w:left="5040" w:hanging="360"/>
      </w:pPr>
    </w:lvl>
    <w:lvl w:ilvl="7" w:tplc="15FCBCF6">
      <w:start w:val="1"/>
      <w:numFmt w:val="lowerLetter"/>
      <w:lvlText w:val="%8."/>
      <w:lvlJc w:val="left"/>
      <w:pPr>
        <w:ind w:left="5760" w:hanging="360"/>
      </w:pPr>
    </w:lvl>
    <w:lvl w:ilvl="8" w:tplc="E2C4F92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4B181D"/>
    <w:multiLevelType w:val="hybridMultilevel"/>
    <w:tmpl w:val="A1EEB2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173EF"/>
    <w:multiLevelType w:val="hybridMultilevel"/>
    <w:tmpl w:val="BE32126E"/>
    <w:lvl w:ilvl="0" w:tplc="6CEADB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6AA9AC">
      <w:start w:val="1"/>
      <w:numFmt w:val="lowerLetter"/>
      <w:lvlText w:val="%2."/>
      <w:lvlJc w:val="left"/>
      <w:pPr>
        <w:ind w:left="1440" w:hanging="360"/>
      </w:pPr>
    </w:lvl>
    <w:lvl w:ilvl="2" w:tplc="BB58A406">
      <w:start w:val="1"/>
      <w:numFmt w:val="lowerRoman"/>
      <w:lvlText w:val="%3."/>
      <w:lvlJc w:val="right"/>
      <w:pPr>
        <w:ind w:left="2160" w:hanging="180"/>
      </w:pPr>
    </w:lvl>
    <w:lvl w:ilvl="3" w:tplc="23782AE6">
      <w:start w:val="1"/>
      <w:numFmt w:val="decimal"/>
      <w:lvlText w:val="%4."/>
      <w:lvlJc w:val="left"/>
      <w:pPr>
        <w:ind w:left="2880" w:hanging="360"/>
      </w:pPr>
    </w:lvl>
    <w:lvl w:ilvl="4" w:tplc="10281B72">
      <w:start w:val="1"/>
      <w:numFmt w:val="lowerLetter"/>
      <w:lvlText w:val="%5."/>
      <w:lvlJc w:val="left"/>
      <w:pPr>
        <w:ind w:left="3600" w:hanging="360"/>
      </w:pPr>
    </w:lvl>
    <w:lvl w:ilvl="5" w:tplc="6DAE359A">
      <w:start w:val="1"/>
      <w:numFmt w:val="lowerRoman"/>
      <w:lvlText w:val="%6."/>
      <w:lvlJc w:val="right"/>
      <w:pPr>
        <w:ind w:left="4320" w:hanging="180"/>
      </w:pPr>
    </w:lvl>
    <w:lvl w:ilvl="6" w:tplc="A9466CAC">
      <w:start w:val="1"/>
      <w:numFmt w:val="decimal"/>
      <w:lvlText w:val="%7."/>
      <w:lvlJc w:val="left"/>
      <w:pPr>
        <w:ind w:left="5040" w:hanging="360"/>
      </w:pPr>
    </w:lvl>
    <w:lvl w:ilvl="7" w:tplc="5C94FCA2">
      <w:start w:val="1"/>
      <w:numFmt w:val="lowerLetter"/>
      <w:lvlText w:val="%8."/>
      <w:lvlJc w:val="left"/>
      <w:pPr>
        <w:ind w:left="5760" w:hanging="360"/>
      </w:pPr>
    </w:lvl>
    <w:lvl w:ilvl="8" w:tplc="6E3EBA3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0"/>
  </w:num>
  <w:num w:numId="4">
    <w:abstractNumId w:val="38"/>
  </w:num>
  <w:num w:numId="5">
    <w:abstractNumId w:val="1"/>
  </w:num>
  <w:num w:numId="6">
    <w:abstractNumId w:val="34"/>
  </w:num>
  <w:num w:numId="7">
    <w:abstractNumId w:val="15"/>
  </w:num>
  <w:num w:numId="8">
    <w:abstractNumId w:val="25"/>
  </w:num>
  <w:num w:numId="9">
    <w:abstractNumId w:val="13"/>
  </w:num>
  <w:num w:numId="10">
    <w:abstractNumId w:val="21"/>
  </w:num>
  <w:num w:numId="11">
    <w:abstractNumId w:val="37"/>
  </w:num>
  <w:num w:numId="12">
    <w:abstractNumId w:val="14"/>
  </w:num>
  <w:num w:numId="13">
    <w:abstractNumId w:val="2"/>
  </w:num>
  <w:num w:numId="14">
    <w:abstractNumId w:val="12"/>
  </w:num>
  <w:num w:numId="15">
    <w:abstractNumId w:val="36"/>
  </w:num>
  <w:num w:numId="16">
    <w:abstractNumId w:val="42"/>
  </w:num>
  <w:num w:numId="17">
    <w:abstractNumId w:val="35"/>
  </w:num>
  <w:num w:numId="18">
    <w:abstractNumId w:val="20"/>
  </w:num>
  <w:num w:numId="19">
    <w:abstractNumId w:val="17"/>
  </w:num>
  <w:num w:numId="20">
    <w:abstractNumId w:val="22"/>
  </w:num>
  <w:num w:numId="21">
    <w:abstractNumId w:val="6"/>
  </w:num>
  <w:num w:numId="22">
    <w:abstractNumId w:val="26"/>
  </w:num>
  <w:num w:numId="23">
    <w:abstractNumId w:val="5"/>
  </w:num>
  <w:num w:numId="24">
    <w:abstractNumId w:val="29"/>
  </w:num>
  <w:num w:numId="25">
    <w:abstractNumId w:val="19"/>
  </w:num>
  <w:num w:numId="26">
    <w:abstractNumId w:val="4"/>
  </w:num>
  <w:num w:numId="27">
    <w:abstractNumId w:val="3"/>
  </w:num>
  <w:num w:numId="28">
    <w:abstractNumId w:val="40"/>
  </w:num>
  <w:num w:numId="29">
    <w:abstractNumId w:val="33"/>
  </w:num>
  <w:num w:numId="30">
    <w:abstractNumId w:val="27"/>
  </w:num>
  <w:num w:numId="31">
    <w:abstractNumId w:val="23"/>
  </w:num>
  <w:num w:numId="32">
    <w:abstractNumId w:val="41"/>
  </w:num>
  <w:num w:numId="33">
    <w:abstractNumId w:val="16"/>
  </w:num>
  <w:num w:numId="34">
    <w:abstractNumId w:val="10"/>
  </w:num>
  <w:num w:numId="35">
    <w:abstractNumId w:val="7"/>
  </w:num>
  <w:num w:numId="36">
    <w:abstractNumId w:val="9"/>
  </w:num>
  <w:num w:numId="37">
    <w:abstractNumId w:val="30"/>
  </w:num>
  <w:num w:numId="38">
    <w:abstractNumId w:val="11"/>
  </w:num>
  <w:num w:numId="39">
    <w:abstractNumId w:val="39"/>
  </w:num>
  <w:num w:numId="40">
    <w:abstractNumId w:val="24"/>
  </w:num>
  <w:num w:numId="41">
    <w:abstractNumId w:val="28"/>
  </w:num>
  <w:num w:numId="42">
    <w:abstractNumId w:val="3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B5"/>
    <w:rsid w:val="000166BF"/>
    <w:rsid w:val="00020F44"/>
    <w:rsid w:val="00047734"/>
    <w:rsid w:val="00055DEE"/>
    <w:rsid w:val="0006174F"/>
    <w:rsid w:val="00066072"/>
    <w:rsid w:val="00087417"/>
    <w:rsid w:val="000B5F87"/>
    <w:rsid w:val="000C3B8A"/>
    <w:rsid w:val="000E02AE"/>
    <w:rsid w:val="000E4840"/>
    <w:rsid w:val="000E7CDA"/>
    <w:rsid w:val="000F1356"/>
    <w:rsid w:val="000F5ED4"/>
    <w:rsid w:val="00100631"/>
    <w:rsid w:val="001126DE"/>
    <w:rsid w:val="001134A1"/>
    <w:rsid w:val="00125F18"/>
    <w:rsid w:val="00153775"/>
    <w:rsid w:val="00171D7D"/>
    <w:rsid w:val="00171F3B"/>
    <w:rsid w:val="00173D7A"/>
    <w:rsid w:val="0018239C"/>
    <w:rsid w:val="0018550E"/>
    <w:rsid w:val="00192694"/>
    <w:rsid w:val="00193EC9"/>
    <w:rsid w:val="001A2CDC"/>
    <w:rsid w:val="001A384D"/>
    <w:rsid w:val="001B0619"/>
    <w:rsid w:val="001C0948"/>
    <w:rsid w:val="001C16FE"/>
    <w:rsid w:val="001D4CBF"/>
    <w:rsid w:val="001E220A"/>
    <w:rsid w:val="001F2E5B"/>
    <w:rsid w:val="001F4BEC"/>
    <w:rsid w:val="00201A54"/>
    <w:rsid w:val="00201ABC"/>
    <w:rsid w:val="00203051"/>
    <w:rsid w:val="002046DD"/>
    <w:rsid w:val="00204C3E"/>
    <w:rsid w:val="0021420B"/>
    <w:rsid w:val="002163F0"/>
    <w:rsid w:val="00217F42"/>
    <w:rsid w:val="0022048B"/>
    <w:rsid w:val="002312EF"/>
    <w:rsid w:val="00235A9E"/>
    <w:rsid w:val="00241CEE"/>
    <w:rsid w:val="00244976"/>
    <w:rsid w:val="0025449F"/>
    <w:rsid w:val="0027488B"/>
    <w:rsid w:val="00276B78"/>
    <w:rsid w:val="0027796F"/>
    <w:rsid w:val="00286D6D"/>
    <w:rsid w:val="0029252B"/>
    <w:rsid w:val="002A13E2"/>
    <w:rsid w:val="002B30B6"/>
    <w:rsid w:val="002E2247"/>
    <w:rsid w:val="002E27F9"/>
    <w:rsid w:val="002F109B"/>
    <w:rsid w:val="002F112D"/>
    <w:rsid w:val="00310A78"/>
    <w:rsid w:val="0031323A"/>
    <w:rsid w:val="003419EA"/>
    <w:rsid w:val="00346150"/>
    <w:rsid w:val="00375819"/>
    <w:rsid w:val="00386A59"/>
    <w:rsid w:val="00391B90"/>
    <w:rsid w:val="00394D85"/>
    <w:rsid w:val="00396F97"/>
    <w:rsid w:val="003C0FA7"/>
    <w:rsid w:val="003C17D3"/>
    <w:rsid w:val="003D07FA"/>
    <w:rsid w:val="003E227F"/>
    <w:rsid w:val="003F5BA3"/>
    <w:rsid w:val="00410D80"/>
    <w:rsid w:val="00410F9B"/>
    <w:rsid w:val="00415C20"/>
    <w:rsid w:val="00417650"/>
    <w:rsid w:val="00424DE0"/>
    <w:rsid w:val="00427F1F"/>
    <w:rsid w:val="004342BA"/>
    <w:rsid w:val="00436AEE"/>
    <w:rsid w:val="00450340"/>
    <w:rsid w:val="00452D06"/>
    <w:rsid w:val="00454DBC"/>
    <w:rsid w:val="00456AFF"/>
    <w:rsid w:val="00462448"/>
    <w:rsid w:val="00475487"/>
    <w:rsid w:val="0049453A"/>
    <w:rsid w:val="00494914"/>
    <w:rsid w:val="004952D3"/>
    <w:rsid w:val="0049628F"/>
    <w:rsid w:val="004C1831"/>
    <w:rsid w:val="004C3D7B"/>
    <w:rsid w:val="004D1D7A"/>
    <w:rsid w:val="004E31DC"/>
    <w:rsid w:val="004E3949"/>
    <w:rsid w:val="004E3DDD"/>
    <w:rsid w:val="004F59B1"/>
    <w:rsid w:val="00500DC5"/>
    <w:rsid w:val="00506080"/>
    <w:rsid w:val="00543A8F"/>
    <w:rsid w:val="005467EB"/>
    <w:rsid w:val="0054682E"/>
    <w:rsid w:val="0057497F"/>
    <w:rsid w:val="00574B5D"/>
    <w:rsid w:val="00575A08"/>
    <w:rsid w:val="005876B0"/>
    <w:rsid w:val="00596F95"/>
    <w:rsid w:val="005A0982"/>
    <w:rsid w:val="005C56EF"/>
    <w:rsid w:val="005E6A07"/>
    <w:rsid w:val="005F00C3"/>
    <w:rsid w:val="006163B5"/>
    <w:rsid w:val="00621DA1"/>
    <w:rsid w:val="0063730D"/>
    <w:rsid w:val="00640B8D"/>
    <w:rsid w:val="006460A9"/>
    <w:rsid w:val="00647C17"/>
    <w:rsid w:val="00652B98"/>
    <w:rsid w:val="00666DA9"/>
    <w:rsid w:val="00670FF4"/>
    <w:rsid w:val="006743BE"/>
    <w:rsid w:val="00683462"/>
    <w:rsid w:val="00690344"/>
    <w:rsid w:val="00692C51"/>
    <w:rsid w:val="00694D51"/>
    <w:rsid w:val="006977C4"/>
    <w:rsid w:val="006A5C6B"/>
    <w:rsid w:val="006B560E"/>
    <w:rsid w:val="006C5A9C"/>
    <w:rsid w:val="006D78AD"/>
    <w:rsid w:val="006F515F"/>
    <w:rsid w:val="00716EEB"/>
    <w:rsid w:val="00740083"/>
    <w:rsid w:val="00741DA3"/>
    <w:rsid w:val="0074206B"/>
    <w:rsid w:val="0074521A"/>
    <w:rsid w:val="007571D9"/>
    <w:rsid w:val="00764B6C"/>
    <w:rsid w:val="00765F8A"/>
    <w:rsid w:val="0077606A"/>
    <w:rsid w:val="00780DE5"/>
    <w:rsid w:val="00782662"/>
    <w:rsid w:val="00783449"/>
    <w:rsid w:val="00796D1C"/>
    <w:rsid w:val="007B399A"/>
    <w:rsid w:val="007B4C84"/>
    <w:rsid w:val="007B55F8"/>
    <w:rsid w:val="007C0EF0"/>
    <w:rsid w:val="007C1B99"/>
    <w:rsid w:val="007C1DE5"/>
    <w:rsid w:val="007C3CC1"/>
    <w:rsid w:val="007D5842"/>
    <w:rsid w:val="007D6FFE"/>
    <w:rsid w:val="007D7986"/>
    <w:rsid w:val="007D7DBD"/>
    <w:rsid w:val="007E0096"/>
    <w:rsid w:val="007F32B8"/>
    <w:rsid w:val="00806C94"/>
    <w:rsid w:val="008157FF"/>
    <w:rsid w:val="00815FF3"/>
    <w:rsid w:val="0082626C"/>
    <w:rsid w:val="0084370F"/>
    <w:rsid w:val="00847104"/>
    <w:rsid w:val="00853E9D"/>
    <w:rsid w:val="00871C92"/>
    <w:rsid w:val="00872F90"/>
    <w:rsid w:val="00894583"/>
    <w:rsid w:val="008A044E"/>
    <w:rsid w:val="008B3909"/>
    <w:rsid w:val="008D5874"/>
    <w:rsid w:val="008D5B6B"/>
    <w:rsid w:val="008F02DB"/>
    <w:rsid w:val="00910B93"/>
    <w:rsid w:val="00920512"/>
    <w:rsid w:val="009212F7"/>
    <w:rsid w:val="00925200"/>
    <w:rsid w:val="00934B2F"/>
    <w:rsid w:val="009465DD"/>
    <w:rsid w:val="00951287"/>
    <w:rsid w:val="00971F13"/>
    <w:rsid w:val="0097228E"/>
    <w:rsid w:val="00983E1E"/>
    <w:rsid w:val="009A5683"/>
    <w:rsid w:val="009A5A76"/>
    <w:rsid w:val="009A7E31"/>
    <w:rsid w:val="009A7EB7"/>
    <w:rsid w:val="009B1DC4"/>
    <w:rsid w:val="009C450E"/>
    <w:rsid w:val="009C659C"/>
    <w:rsid w:val="009C7AFF"/>
    <w:rsid w:val="009D0060"/>
    <w:rsid w:val="009D0F8E"/>
    <w:rsid w:val="009D2555"/>
    <w:rsid w:val="009D4C1B"/>
    <w:rsid w:val="009E4C13"/>
    <w:rsid w:val="009F07BA"/>
    <w:rsid w:val="009F3AB2"/>
    <w:rsid w:val="009F43D5"/>
    <w:rsid w:val="00A001AA"/>
    <w:rsid w:val="00A04EBF"/>
    <w:rsid w:val="00A10C5D"/>
    <w:rsid w:val="00A20A59"/>
    <w:rsid w:val="00A25090"/>
    <w:rsid w:val="00A26103"/>
    <w:rsid w:val="00A27F71"/>
    <w:rsid w:val="00A351A6"/>
    <w:rsid w:val="00A41A9D"/>
    <w:rsid w:val="00A4404C"/>
    <w:rsid w:val="00A55E43"/>
    <w:rsid w:val="00A7454F"/>
    <w:rsid w:val="00A87869"/>
    <w:rsid w:val="00AA5AA6"/>
    <w:rsid w:val="00AC23E1"/>
    <w:rsid w:val="00AC2F23"/>
    <w:rsid w:val="00AC308A"/>
    <w:rsid w:val="00AD36B9"/>
    <w:rsid w:val="00AE0496"/>
    <w:rsid w:val="00AF11B8"/>
    <w:rsid w:val="00B05424"/>
    <w:rsid w:val="00B05762"/>
    <w:rsid w:val="00B135A0"/>
    <w:rsid w:val="00B27A15"/>
    <w:rsid w:val="00B3125D"/>
    <w:rsid w:val="00B329EC"/>
    <w:rsid w:val="00B35D08"/>
    <w:rsid w:val="00B50D63"/>
    <w:rsid w:val="00B7597D"/>
    <w:rsid w:val="00B7602F"/>
    <w:rsid w:val="00B7634A"/>
    <w:rsid w:val="00B862ED"/>
    <w:rsid w:val="00B97BB1"/>
    <w:rsid w:val="00BA100D"/>
    <w:rsid w:val="00BA4330"/>
    <w:rsid w:val="00BA5D87"/>
    <w:rsid w:val="00BB1021"/>
    <w:rsid w:val="00BB24F6"/>
    <w:rsid w:val="00BC37D4"/>
    <w:rsid w:val="00BC5B01"/>
    <w:rsid w:val="00BD13A7"/>
    <w:rsid w:val="00BE6D70"/>
    <w:rsid w:val="00BF5945"/>
    <w:rsid w:val="00C050F0"/>
    <w:rsid w:val="00C13976"/>
    <w:rsid w:val="00C24674"/>
    <w:rsid w:val="00C35629"/>
    <w:rsid w:val="00C35CFB"/>
    <w:rsid w:val="00C4362B"/>
    <w:rsid w:val="00C46165"/>
    <w:rsid w:val="00C467D0"/>
    <w:rsid w:val="00C51F3D"/>
    <w:rsid w:val="00C522CA"/>
    <w:rsid w:val="00C64F80"/>
    <w:rsid w:val="00C73EDA"/>
    <w:rsid w:val="00C73FD2"/>
    <w:rsid w:val="00C77E27"/>
    <w:rsid w:val="00C83314"/>
    <w:rsid w:val="00CA6F9E"/>
    <w:rsid w:val="00CB1E5D"/>
    <w:rsid w:val="00CC04FF"/>
    <w:rsid w:val="00CC11D2"/>
    <w:rsid w:val="00CC764B"/>
    <w:rsid w:val="00CF05A6"/>
    <w:rsid w:val="00CF6083"/>
    <w:rsid w:val="00CF67A8"/>
    <w:rsid w:val="00CF7810"/>
    <w:rsid w:val="00D043DB"/>
    <w:rsid w:val="00D14DDD"/>
    <w:rsid w:val="00D22C5D"/>
    <w:rsid w:val="00D235F1"/>
    <w:rsid w:val="00D46DEB"/>
    <w:rsid w:val="00D60FCF"/>
    <w:rsid w:val="00D74529"/>
    <w:rsid w:val="00D81EF7"/>
    <w:rsid w:val="00DB69E1"/>
    <w:rsid w:val="00DC1168"/>
    <w:rsid w:val="00DC237A"/>
    <w:rsid w:val="00DD1337"/>
    <w:rsid w:val="00DE0AF1"/>
    <w:rsid w:val="00E16D96"/>
    <w:rsid w:val="00E1793D"/>
    <w:rsid w:val="00E22A42"/>
    <w:rsid w:val="00E26388"/>
    <w:rsid w:val="00E41EBA"/>
    <w:rsid w:val="00E47EB0"/>
    <w:rsid w:val="00E571A2"/>
    <w:rsid w:val="00E60190"/>
    <w:rsid w:val="00E66AFE"/>
    <w:rsid w:val="00E74277"/>
    <w:rsid w:val="00E84461"/>
    <w:rsid w:val="00E90B04"/>
    <w:rsid w:val="00E9435A"/>
    <w:rsid w:val="00E97A56"/>
    <w:rsid w:val="00ED31DF"/>
    <w:rsid w:val="00EE7216"/>
    <w:rsid w:val="00EF6E29"/>
    <w:rsid w:val="00F116A9"/>
    <w:rsid w:val="00F14B5F"/>
    <w:rsid w:val="00F278F7"/>
    <w:rsid w:val="00F334E5"/>
    <w:rsid w:val="00F43C08"/>
    <w:rsid w:val="00F47AAB"/>
    <w:rsid w:val="00F47D48"/>
    <w:rsid w:val="00F51322"/>
    <w:rsid w:val="00F54AB4"/>
    <w:rsid w:val="00F616B5"/>
    <w:rsid w:val="00F7042C"/>
    <w:rsid w:val="00F745E8"/>
    <w:rsid w:val="00F8259B"/>
    <w:rsid w:val="00F836AD"/>
    <w:rsid w:val="00F84EFB"/>
    <w:rsid w:val="00F90C04"/>
    <w:rsid w:val="00F92CF3"/>
    <w:rsid w:val="00FB4986"/>
    <w:rsid w:val="00FB59F4"/>
    <w:rsid w:val="00FD28BA"/>
    <w:rsid w:val="00FD3547"/>
    <w:rsid w:val="00FD359D"/>
    <w:rsid w:val="00FD725C"/>
    <w:rsid w:val="00FE5539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26145"/>
  <w15:docId w15:val="{133EBBEC-8B74-4A71-AB9F-205A285B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6FE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C16FE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16FE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C16FE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C16FE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 w:val="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 w:val="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 w:val="0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1C16FE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1C16FE"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rsid w:val="001C16FE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1C16FE"/>
    <w:rPr>
      <w:rFonts w:ascii="Arial" w:eastAsia="Times New Roman" w:hAnsi="Arial" w:cs="Arial"/>
      <w:iCs/>
      <w:color w:val="252525"/>
      <w:shd w:val="clear" w:color="auto" w:fill="FFFFFF"/>
      <w:lang w:eastAsia="fr-FR"/>
    </w:r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1C16FE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link w:val="Titre1"/>
    <w:uiPriority w:val="9"/>
    <w:rsid w:val="001C16FE"/>
    <w:rPr>
      <w:rFonts w:ascii="Arial" w:eastAsia="Times New Roman" w:hAnsi="Arial" w:cs="Arial"/>
      <w:iCs/>
      <w:color w:val="465F9D"/>
      <w:sz w:val="28"/>
      <w:szCs w:val="36"/>
      <w:shd w:val="clear" w:color="auto" w:fill="FFFFFF"/>
      <w:lang w:eastAsia="fr-FR"/>
    </w:rPr>
  </w:style>
  <w:style w:type="character" w:customStyle="1" w:styleId="Titre2Car">
    <w:name w:val="Titre 2 Car"/>
    <w:link w:val="Titre2"/>
    <w:uiPriority w:val="9"/>
    <w:rsid w:val="001C16FE"/>
    <w:rPr>
      <w:rFonts w:ascii="Arial" w:eastAsia="Times New Roman" w:hAnsi="Arial" w:cs="Arial"/>
      <w:b/>
      <w:iCs/>
      <w:color w:val="252525"/>
      <w:sz w:val="24"/>
      <w:szCs w:val="32"/>
      <w:shd w:val="clear" w:color="auto" w:fill="FFFFFF"/>
      <w:lang w:eastAsia="fr-FR"/>
    </w:rPr>
  </w:style>
  <w:style w:type="character" w:customStyle="1" w:styleId="Titre3Car">
    <w:name w:val="Titre 3 Car"/>
    <w:link w:val="Titre3"/>
    <w:uiPriority w:val="9"/>
    <w:rsid w:val="001C16FE"/>
    <w:rPr>
      <w:rFonts w:ascii="Arial" w:eastAsia="Times New Roman" w:hAnsi="Arial" w:cs="Times New Roman"/>
      <w:bCs/>
      <w:iCs/>
      <w:color w:val="465F9D"/>
      <w:sz w:val="28"/>
      <w:shd w:val="clear" w:color="auto" w:fill="FFFFFF"/>
      <w:lang w:eastAsia="fr-FR"/>
    </w:rPr>
  </w:style>
  <w:style w:type="paragraph" w:customStyle="1" w:styleId="Default">
    <w:name w:val="Default"/>
    <w:rsid w:val="001C16FE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sz w:val="24"/>
      <w:szCs w:val="24"/>
      <w14:ligatures w14:val="standardContextual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Paragraphedeliste">
    <w:name w:val="List Paragraph"/>
    <w:basedOn w:val="Normal"/>
    <w:uiPriority w:val="34"/>
    <w:rsid w:val="001C16FE"/>
    <w:pPr>
      <w:ind w:left="720"/>
      <w:contextualSpacing/>
    </w:pPr>
  </w:style>
  <w:style w:type="character" w:customStyle="1" w:styleId="markedcontent">
    <w:name w:val="markedcontent"/>
    <w:basedOn w:val="Policepardfaut"/>
  </w:style>
  <w:style w:type="character" w:styleId="Lienhypertexte">
    <w:name w:val="Hyperlink"/>
    <w:uiPriority w:val="99"/>
    <w:unhideWhenUsed/>
    <w:rsid w:val="001C16FE"/>
    <w:rPr>
      <w:color w:val="0000FF"/>
      <w:u w:val="single"/>
    </w:rPr>
  </w:style>
  <w:style w:type="character" w:customStyle="1" w:styleId="Titre4Car">
    <w:name w:val="Titre 4 Car"/>
    <w:link w:val="Titre4"/>
    <w:uiPriority w:val="9"/>
    <w:rsid w:val="001C16FE"/>
    <w:rPr>
      <w:rFonts w:ascii="Calibri" w:eastAsia="Times New Roman" w:hAnsi="Calibri" w:cs="Times New Roman"/>
      <w:b/>
      <w:bCs/>
      <w:iCs/>
      <w:color w:val="252525"/>
      <w:sz w:val="28"/>
      <w:szCs w:val="28"/>
      <w:shd w:val="clear" w:color="auto" w:fill="FFFFFF"/>
      <w:lang w:eastAsia="fr-FR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59"/>
    <w:rsid w:val="001C16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1C16FE"/>
    <w:rPr>
      <w:color w:val="80808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BA10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B560E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171D7D"/>
    <w:pPr>
      <w:spacing w:after="0" w:line="240" w:lineRule="auto"/>
    </w:pPr>
  </w:style>
  <w:style w:type="paragraph" w:customStyle="1" w:styleId="Titredecollection">
    <w:name w:val="Titre de collection"/>
    <w:basedOn w:val="Normal"/>
    <w:qFormat/>
    <w:rsid w:val="001C16FE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1C16FE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1C16FE"/>
    <w:pPr>
      <w:spacing w:before="100" w:beforeAutospacing="1" w:after="100" w:afterAutospacing="1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customStyle="1" w:styleId="Encadr">
    <w:name w:val="Encadré"/>
    <w:basedOn w:val="Normal"/>
    <w:qFormat/>
    <w:rsid w:val="001C16FE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1C16F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1C16FE"/>
    <w:pPr>
      <w:spacing w:before="120" w:after="120" w:line="240" w:lineRule="auto"/>
    </w:pPr>
    <w:rPr>
      <w:rFonts w:ascii="Calibri" w:eastAsia="Calibri" w:hAnsi="Calibri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customStyle="1" w:styleId="Encartgras">
    <w:name w:val="Encart gras"/>
    <w:basedOn w:val="Normal"/>
    <w:qFormat/>
    <w:rsid w:val="001C16FE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1C16FE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1C16FE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1C16FE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1C16FE"/>
    <w:pPr>
      <w:shd w:val="clear" w:color="auto" w:fill="CFD5E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34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8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8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07/relationships/hdphoto" Target="media/hdphoto3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10</TotalTime>
  <Pages>2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GIRAUD</dc:creator>
  <cp:keywords/>
  <dc:description/>
  <cp:lastModifiedBy>JEROME SAVIDAN</cp:lastModifiedBy>
  <cp:revision>12</cp:revision>
  <dcterms:created xsi:type="dcterms:W3CDTF">2023-06-15T12:48:00Z</dcterms:created>
  <dcterms:modified xsi:type="dcterms:W3CDTF">2023-08-08T13:29:00Z</dcterms:modified>
</cp:coreProperties>
</file>